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B4B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F65914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F65914" w:rsidRDefault="00F65914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F65914" w:rsidRDefault="00F65914" w:rsidP="00F65914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"1-3"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5164288" w:history="1">
        <w:r w:rsidRPr="00E00816">
          <w:rPr>
            <w:rStyle w:val="aff2"/>
            <w:rFonts w:hint="eastAsia"/>
            <w:noProof/>
            <w:rtl/>
          </w:rPr>
          <w:t>فرض</w:t>
        </w:r>
        <w:r w:rsidRPr="00E00816">
          <w:rPr>
            <w:rStyle w:val="aff2"/>
            <w:noProof/>
            <w:rtl/>
          </w:rPr>
          <w:t xml:space="preserve"> </w:t>
        </w:r>
        <w:r w:rsidRPr="00E00816">
          <w:rPr>
            <w:rStyle w:val="aff2"/>
            <w:rFonts w:hint="eastAsia"/>
            <w:noProof/>
            <w:rtl/>
          </w:rPr>
          <w:t>اول</w:t>
        </w:r>
        <w:r w:rsidRPr="00E00816">
          <w:rPr>
            <w:rStyle w:val="aff2"/>
            <w:noProof/>
            <w:rtl/>
          </w:rPr>
          <w:t xml:space="preserve"> </w:t>
        </w:r>
        <w:r w:rsidRPr="00E00816">
          <w:rPr>
            <w:rStyle w:val="aff2"/>
            <w:rFonts w:hint="eastAsia"/>
            <w:noProof/>
            <w:rtl/>
          </w:rPr>
          <w:t>در</w:t>
        </w:r>
        <w:r w:rsidRPr="00E00816">
          <w:rPr>
            <w:rStyle w:val="aff2"/>
            <w:noProof/>
            <w:rtl/>
          </w:rPr>
          <w:t xml:space="preserve"> </w:t>
        </w:r>
        <w:r w:rsidRPr="00E00816">
          <w:rPr>
            <w:rStyle w:val="aff2"/>
            <w:rFonts w:hint="eastAsia"/>
            <w:noProof/>
            <w:rtl/>
          </w:rPr>
          <w:t>دزد</w:t>
        </w:r>
        <w:r w:rsidRPr="00E00816">
          <w:rPr>
            <w:rStyle w:val="aff2"/>
            <w:rFonts w:hint="cs"/>
            <w:noProof/>
            <w:rtl/>
          </w:rPr>
          <w:t>ی</w:t>
        </w:r>
        <w:r w:rsidRPr="00E00816">
          <w:rPr>
            <w:rStyle w:val="aff2"/>
            <w:noProof/>
            <w:rtl/>
          </w:rPr>
          <w:t xml:space="preserve"> </w:t>
        </w:r>
        <w:r w:rsidRPr="00E00816">
          <w:rPr>
            <w:rStyle w:val="aff2"/>
            <w:rFonts w:hint="eastAsia"/>
            <w:noProof/>
            <w:rtl/>
          </w:rPr>
          <w:t>م</w:t>
        </w:r>
        <w:r w:rsidRPr="00E00816">
          <w:rPr>
            <w:rStyle w:val="aff2"/>
            <w:rFonts w:hint="cs"/>
            <w:noProof/>
            <w:rtl/>
          </w:rPr>
          <w:t>ی</w:t>
        </w:r>
        <w:r w:rsidRPr="00E00816">
          <w:rPr>
            <w:rStyle w:val="aff2"/>
            <w:rFonts w:hint="eastAsia"/>
            <w:noProof/>
            <w:rtl/>
          </w:rPr>
          <w:t>وه</w:t>
        </w:r>
        <w:r>
          <w:rPr>
            <w:noProof/>
            <w:webHidden/>
          </w:rPr>
          <w:tab/>
        </w:r>
        <w:r>
          <w:rPr>
            <w:rStyle w:val="aff2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_Toc425164288 \h </w:instrText>
        </w:r>
        <w:r>
          <w:rPr>
            <w:rStyle w:val="aff2"/>
            <w:noProof/>
            <w:rtl/>
          </w:rPr>
        </w:r>
        <w:r>
          <w:rPr>
            <w:rStyle w:val="aff2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2"/>
            <w:noProof/>
            <w:rtl/>
          </w:rPr>
          <w:fldChar w:fldCharType="end"/>
        </w:r>
      </w:hyperlink>
    </w:p>
    <w:p w:rsidR="00F65914" w:rsidRDefault="00341909" w:rsidP="00F65914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289" w:history="1">
        <w:r w:rsidR="00F65914" w:rsidRPr="00E00816">
          <w:rPr>
            <w:rStyle w:val="aff2"/>
            <w:rFonts w:hint="eastAsia"/>
            <w:noProof/>
            <w:rtl/>
          </w:rPr>
          <w:t>فرض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دوم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و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سوم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در</w:t>
        </w:r>
        <w:r w:rsidR="00F65914" w:rsidRPr="00E00816">
          <w:rPr>
            <w:rStyle w:val="aff2"/>
            <w:noProof/>
            <w:rtl/>
          </w:rPr>
          <w:t xml:space="preserve"> </w:t>
        </w:r>
        <w:r w:rsidR="006558B1">
          <w:rPr>
            <w:rStyle w:val="aff2"/>
            <w:rFonts w:hint="eastAsia"/>
            <w:noProof/>
            <w:rtl/>
          </w:rPr>
          <w:t>مسئله</w:t>
        </w:r>
        <w:r w:rsidR="00F65914">
          <w:rPr>
            <w:noProof/>
            <w:webHidden/>
          </w:rPr>
          <w:tab/>
        </w:r>
        <w:r w:rsidR="00F65914">
          <w:rPr>
            <w:rStyle w:val="aff2"/>
            <w:noProof/>
            <w:rtl/>
          </w:rPr>
          <w:fldChar w:fldCharType="begin"/>
        </w:r>
        <w:r w:rsidR="00F65914">
          <w:rPr>
            <w:noProof/>
            <w:webHidden/>
          </w:rPr>
          <w:instrText xml:space="preserve"> PAGEREF _Toc425164289 \h </w:instrText>
        </w:r>
        <w:r w:rsidR="00F65914">
          <w:rPr>
            <w:rStyle w:val="aff2"/>
            <w:noProof/>
            <w:rtl/>
          </w:rPr>
        </w:r>
        <w:r w:rsidR="00F65914">
          <w:rPr>
            <w:rStyle w:val="aff2"/>
            <w:noProof/>
            <w:rtl/>
          </w:rPr>
          <w:fldChar w:fldCharType="separate"/>
        </w:r>
        <w:r w:rsidR="00F65914">
          <w:rPr>
            <w:noProof/>
            <w:webHidden/>
            <w:rtl/>
          </w:rPr>
          <w:t>2</w:t>
        </w:r>
        <w:r w:rsidR="00F65914">
          <w:rPr>
            <w:rStyle w:val="aff2"/>
            <w:noProof/>
            <w:rtl/>
          </w:rPr>
          <w:fldChar w:fldCharType="end"/>
        </w:r>
      </w:hyperlink>
    </w:p>
    <w:p w:rsidR="00F65914" w:rsidRDefault="00341909" w:rsidP="00F65914">
      <w:pPr>
        <w:pStyle w:val="1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290" w:history="1">
        <w:r w:rsidR="00F65914" w:rsidRPr="00E00816">
          <w:rPr>
            <w:rStyle w:val="aff2"/>
            <w:rFonts w:hint="eastAsia"/>
            <w:noProof/>
            <w:rtl/>
          </w:rPr>
          <w:t>مرور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بحث</w:t>
        </w:r>
        <w:r w:rsidR="00F65914">
          <w:rPr>
            <w:noProof/>
            <w:webHidden/>
          </w:rPr>
          <w:tab/>
        </w:r>
        <w:r w:rsidR="00F65914">
          <w:rPr>
            <w:rStyle w:val="aff2"/>
            <w:noProof/>
            <w:rtl/>
          </w:rPr>
          <w:fldChar w:fldCharType="begin"/>
        </w:r>
        <w:r w:rsidR="00F65914">
          <w:rPr>
            <w:noProof/>
            <w:webHidden/>
          </w:rPr>
          <w:instrText xml:space="preserve"> PAGEREF _Toc425164290 \h </w:instrText>
        </w:r>
        <w:r w:rsidR="00F65914">
          <w:rPr>
            <w:rStyle w:val="aff2"/>
            <w:noProof/>
            <w:rtl/>
          </w:rPr>
        </w:r>
        <w:r w:rsidR="00F65914">
          <w:rPr>
            <w:rStyle w:val="aff2"/>
            <w:noProof/>
            <w:rtl/>
          </w:rPr>
          <w:fldChar w:fldCharType="separate"/>
        </w:r>
        <w:r w:rsidR="00F65914">
          <w:rPr>
            <w:noProof/>
            <w:webHidden/>
            <w:rtl/>
          </w:rPr>
          <w:t>2</w:t>
        </w:r>
        <w:r w:rsidR="00F65914">
          <w:rPr>
            <w:rStyle w:val="aff2"/>
            <w:noProof/>
            <w:rtl/>
          </w:rPr>
          <w:fldChar w:fldCharType="end"/>
        </w:r>
      </w:hyperlink>
    </w:p>
    <w:p w:rsidR="00F65914" w:rsidRDefault="00341909" w:rsidP="00F65914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291" w:history="1">
        <w:r w:rsidR="00F65914" w:rsidRPr="00E00816">
          <w:rPr>
            <w:rStyle w:val="aff2"/>
            <w:rFonts w:hint="eastAsia"/>
            <w:noProof/>
            <w:rtl/>
          </w:rPr>
          <w:t>آراء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در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ا</w:t>
        </w:r>
        <w:r w:rsidR="00F65914" w:rsidRPr="00E00816">
          <w:rPr>
            <w:rStyle w:val="aff2"/>
            <w:rFonts w:hint="cs"/>
            <w:noProof/>
            <w:rtl/>
          </w:rPr>
          <w:t>ی</w:t>
        </w:r>
        <w:r w:rsidR="00F65914" w:rsidRPr="00E00816">
          <w:rPr>
            <w:rStyle w:val="aff2"/>
            <w:rFonts w:hint="eastAsia"/>
            <w:noProof/>
            <w:rtl/>
          </w:rPr>
          <w:t>ن</w:t>
        </w:r>
        <w:r w:rsidR="00F65914" w:rsidRPr="00E00816">
          <w:rPr>
            <w:rStyle w:val="aff2"/>
            <w:noProof/>
            <w:rtl/>
          </w:rPr>
          <w:t xml:space="preserve"> </w:t>
        </w:r>
        <w:r w:rsidR="006558B1">
          <w:rPr>
            <w:rStyle w:val="aff2"/>
            <w:rFonts w:hint="eastAsia"/>
            <w:noProof/>
            <w:rtl/>
          </w:rPr>
          <w:t>مسئله</w:t>
        </w:r>
        <w:r w:rsidR="00F65914">
          <w:rPr>
            <w:noProof/>
            <w:webHidden/>
          </w:rPr>
          <w:tab/>
        </w:r>
        <w:r w:rsidR="00F65914">
          <w:rPr>
            <w:rStyle w:val="aff2"/>
            <w:noProof/>
            <w:rtl/>
          </w:rPr>
          <w:fldChar w:fldCharType="begin"/>
        </w:r>
        <w:r w:rsidR="00F65914">
          <w:rPr>
            <w:noProof/>
            <w:webHidden/>
          </w:rPr>
          <w:instrText xml:space="preserve"> PAGEREF _Toc425164291 \h </w:instrText>
        </w:r>
        <w:r w:rsidR="00F65914">
          <w:rPr>
            <w:rStyle w:val="aff2"/>
            <w:noProof/>
            <w:rtl/>
          </w:rPr>
        </w:r>
        <w:r w:rsidR="00F65914">
          <w:rPr>
            <w:rStyle w:val="aff2"/>
            <w:noProof/>
            <w:rtl/>
          </w:rPr>
          <w:fldChar w:fldCharType="separate"/>
        </w:r>
        <w:r w:rsidR="00F65914">
          <w:rPr>
            <w:noProof/>
            <w:webHidden/>
            <w:rtl/>
          </w:rPr>
          <w:t>3</w:t>
        </w:r>
        <w:r w:rsidR="00F65914">
          <w:rPr>
            <w:rStyle w:val="aff2"/>
            <w:noProof/>
            <w:rtl/>
          </w:rPr>
          <w:fldChar w:fldCharType="end"/>
        </w:r>
      </w:hyperlink>
    </w:p>
    <w:p w:rsidR="00F65914" w:rsidRDefault="00341909" w:rsidP="00F65914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292" w:history="1">
        <w:r w:rsidR="00F65914" w:rsidRPr="00E00816">
          <w:rPr>
            <w:rStyle w:val="aff2"/>
            <w:rFonts w:hint="eastAsia"/>
            <w:noProof/>
            <w:rtl/>
          </w:rPr>
          <w:t>روا</w:t>
        </w:r>
        <w:r w:rsidR="00F65914" w:rsidRPr="00E00816">
          <w:rPr>
            <w:rStyle w:val="aff2"/>
            <w:rFonts w:hint="cs"/>
            <w:noProof/>
            <w:rtl/>
          </w:rPr>
          <w:t>ی</w:t>
        </w:r>
        <w:r w:rsidR="00F65914" w:rsidRPr="00E00816">
          <w:rPr>
            <w:rStyle w:val="aff2"/>
            <w:rFonts w:hint="eastAsia"/>
            <w:noProof/>
            <w:rtl/>
          </w:rPr>
          <w:t>ات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در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ا</w:t>
        </w:r>
        <w:r w:rsidR="00F65914" w:rsidRPr="00E00816">
          <w:rPr>
            <w:rStyle w:val="aff2"/>
            <w:rFonts w:hint="cs"/>
            <w:noProof/>
            <w:rtl/>
          </w:rPr>
          <w:t>ی</w:t>
        </w:r>
        <w:r w:rsidR="00F65914" w:rsidRPr="00E00816">
          <w:rPr>
            <w:rStyle w:val="aff2"/>
            <w:rFonts w:hint="eastAsia"/>
            <w:noProof/>
            <w:rtl/>
          </w:rPr>
          <w:t>ن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باب</w:t>
        </w:r>
        <w:r w:rsidR="00F65914">
          <w:rPr>
            <w:noProof/>
            <w:webHidden/>
          </w:rPr>
          <w:tab/>
        </w:r>
        <w:r w:rsidR="00F65914">
          <w:rPr>
            <w:rStyle w:val="aff2"/>
            <w:noProof/>
            <w:rtl/>
          </w:rPr>
          <w:fldChar w:fldCharType="begin"/>
        </w:r>
        <w:r w:rsidR="00F65914">
          <w:rPr>
            <w:noProof/>
            <w:webHidden/>
          </w:rPr>
          <w:instrText xml:space="preserve"> PAGEREF _Toc425164292 \h </w:instrText>
        </w:r>
        <w:r w:rsidR="00F65914">
          <w:rPr>
            <w:rStyle w:val="aff2"/>
            <w:noProof/>
            <w:rtl/>
          </w:rPr>
        </w:r>
        <w:r w:rsidR="00F65914">
          <w:rPr>
            <w:rStyle w:val="aff2"/>
            <w:noProof/>
            <w:rtl/>
          </w:rPr>
          <w:fldChar w:fldCharType="separate"/>
        </w:r>
        <w:r w:rsidR="00F65914">
          <w:rPr>
            <w:noProof/>
            <w:webHidden/>
            <w:rtl/>
          </w:rPr>
          <w:t>3</w:t>
        </w:r>
        <w:r w:rsidR="00F65914">
          <w:rPr>
            <w:rStyle w:val="aff2"/>
            <w:noProof/>
            <w:rtl/>
          </w:rPr>
          <w:fldChar w:fldCharType="end"/>
        </w:r>
      </w:hyperlink>
    </w:p>
    <w:p w:rsidR="00F65914" w:rsidRDefault="00341909" w:rsidP="00F65914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293" w:history="1">
        <w:r w:rsidR="006558B1">
          <w:rPr>
            <w:rStyle w:val="aff2"/>
            <w:rFonts w:hint="eastAsia"/>
            <w:noProof/>
            <w:rtl/>
          </w:rPr>
          <w:t>جمع‌بندی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صور</w:t>
        </w:r>
        <w:r w:rsidR="00F65914">
          <w:rPr>
            <w:noProof/>
            <w:webHidden/>
          </w:rPr>
          <w:tab/>
        </w:r>
        <w:r w:rsidR="00F65914">
          <w:rPr>
            <w:rStyle w:val="aff2"/>
            <w:noProof/>
            <w:rtl/>
          </w:rPr>
          <w:fldChar w:fldCharType="begin"/>
        </w:r>
        <w:r w:rsidR="00F65914">
          <w:rPr>
            <w:noProof/>
            <w:webHidden/>
          </w:rPr>
          <w:instrText xml:space="preserve"> PAGEREF _Toc425164293 \h </w:instrText>
        </w:r>
        <w:r w:rsidR="00F65914">
          <w:rPr>
            <w:rStyle w:val="aff2"/>
            <w:noProof/>
            <w:rtl/>
          </w:rPr>
        </w:r>
        <w:r w:rsidR="00F65914">
          <w:rPr>
            <w:rStyle w:val="aff2"/>
            <w:noProof/>
            <w:rtl/>
          </w:rPr>
          <w:fldChar w:fldCharType="separate"/>
        </w:r>
        <w:r w:rsidR="00F65914">
          <w:rPr>
            <w:noProof/>
            <w:webHidden/>
            <w:rtl/>
          </w:rPr>
          <w:t>4</w:t>
        </w:r>
        <w:r w:rsidR="00F65914">
          <w:rPr>
            <w:rStyle w:val="aff2"/>
            <w:noProof/>
            <w:rtl/>
          </w:rPr>
          <w:fldChar w:fldCharType="end"/>
        </w:r>
      </w:hyperlink>
    </w:p>
    <w:p w:rsidR="00F65914" w:rsidRDefault="00341909" w:rsidP="00F65914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5164294" w:history="1">
        <w:r w:rsidR="00F65914" w:rsidRPr="00E00816">
          <w:rPr>
            <w:rStyle w:val="aff2"/>
            <w:rFonts w:hint="eastAsia"/>
            <w:noProof/>
            <w:rtl/>
          </w:rPr>
          <w:t>دل</w:t>
        </w:r>
        <w:r w:rsidR="00F65914" w:rsidRPr="00E00816">
          <w:rPr>
            <w:rStyle w:val="aff2"/>
            <w:rFonts w:hint="cs"/>
            <w:noProof/>
            <w:rtl/>
          </w:rPr>
          <w:t>ی</w:t>
        </w:r>
        <w:r w:rsidR="00F65914" w:rsidRPr="00E00816">
          <w:rPr>
            <w:rStyle w:val="aff2"/>
            <w:rFonts w:hint="eastAsia"/>
            <w:noProof/>
            <w:rtl/>
          </w:rPr>
          <w:t>ل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استثناء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قاعده</w:t>
        </w:r>
        <w:r w:rsidR="00F65914" w:rsidRPr="00E00816">
          <w:rPr>
            <w:rStyle w:val="aff2"/>
            <w:noProof/>
            <w:rtl/>
          </w:rPr>
          <w:t xml:space="preserve"> </w:t>
        </w:r>
        <w:r w:rsidR="00F65914" w:rsidRPr="00E00816">
          <w:rPr>
            <w:rStyle w:val="aff2"/>
            <w:rFonts w:hint="eastAsia"/>
            <w:noProof/>
            <w:rtl/>
          </w:rPr>
          <w:t>حرز</w:t>
        </w:r>
        <w:r w:rsidR="00F65914">
          <w:rPr>
            <w:noProof/>
            <w:webHidden/>
          </w:rPr>
          <w:tab/>
        </w:r>
        <w:r w:rsidR="00F65914">
          <w:rPr>
            <w:rStyle w:val="aff2"/>
            <w:noProof/>
            <w:rtl/>
          </w:rPr>
          <w:fldChar w:fldCharType="begin"/>
        </w:r>
        <w:r w:rsidR="00F65914">
          <w:rPr>
            <w:noProof/>
            <w:webHidden/>
          </w:rPr>
          <w:instrText xml:space="preserve"> PAGEREF _Toc425164294 \h </w:instrText>
        </w:r>
        <w:r w:rsidR="00F65914">
          <w:rPr>
            <w:rStyle w:val="aff2"/>
            <w:noProof/>
            <w:rtl/>
          </w:rPr>
        </w:r>
        <w:r w:rsidR="00F65914">
          <w:rPr>
            <w:rStyle w:val="aff2"/>
            <w:noProof/>
            <w:rtl/>
          </w:rPr>
          <w:fldChar w:fldCharType="separate"/>
        </w:r>
        <w:r w:rsidR="00F65914">
          <w:rPr>
            <w:noProof/>
            <w:webHidden/>
            <w:rtl/>
          </w:rPr>
          <w:t>4</w:t>
        </w:r>
        <w:r w:rsidR="00F65914">
          <w:rPr>
            <w:rStyle w:val="aff2"/>
            <w:noProof/>
            <w:rtl/>
          </w:rPr>
          <w:fldChar w:fldCharType="end"/>
        </w:r>
      </w:hyperlink>
    </w:p>
    <w:p w:rsidR="00F65914" w:rsidRDefault="00341909" w:rsidP="00F65914">
      <w:pPr>
        <w:pStyle w:val="2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5164295" w:history="1">
        <w:r w:rsidR="006558B1">
          <w:rPr>
            <w:rStyle w:val="aff2"/>
            <w:rFonts w:hint="eastAsia"/>
            <w:noProof/>
            <w:rtl/>
          </w:rPr>
          <w:t>نتیجه‌گیری</w:t>
        </w:r>
        <w:r w:rsidR="00F65914">
          <w:rPr>
            <w:noProof/>
            <w:webHidden/>
          </w:rPr>
          <w:tab/>
        </w:r>
        <w:r w:rsidR="00F65914">
          <w:rPr>
            <w:rStyle w:val="aff2"/>
            <w:noProof/>
            <w:rtl/>
          </w:rPr>
          <w:fldChar w:fldCharType="begin"/>
        </w:r>
        <w:r w:rsidR="00F65914">
          <w:rPr>
            <w:noProof/>
            <w:webHidden/>
          </w:rPr>
          <w:instrText xml:space="preserve"> PAGEREF _Toc425164295 \h </w:instrText>
        </w:r>
        <w:r w:rsidR="00F65914">
          <w:rPr>
            <w:rStyle w:val="aff2"/>
            <w:noProof/>
            <w:rtl/>
          </w:rPr>
        </w:r>
        <w:r w:rsidR="00F65914">
          <w:rPr>
            <w:rStyle w:val="aff2"/>
            <w:noProof/>
            <w:rtl/>
          </w:rPr>
          <w:fldChar w:fldCharType="separate"/>
        </w:r>
        <w:r w:rsidR="00F65914">
          <w:rPr>
            <w:noProof/>
            <w:webHidden/>
            <w:rtl/>
          </w:rPr>
          <w:t>7</w:t>
        </w:r>
        <w:r w:rsidR="00F65914">
          <w:rPr>
            <w:rStyle w:val="aff2"/>
            <w:noProof/>
            <w:rtl/>
          </w:rPr>
          <w:fldChar w:fldCharType="end"/>
        </w:r>
      </w:hyperlink>
    </w:p>
    <w:p w:rsidR="00F65914" w:rsidRPr="00F65914" w:rsidRDefault="00F65914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F65914" w:rsidRDefault="00F65914">
      <w:pPr>
        <w:spacing w:after="0" w:line="240" w:lineRule="auto"/>
        <w:rPr>
          <w:rFonts w:ascii="Cambria" w:eastAsia="2  Lotus" w:hAnsi="Cambria" w:cs="2  Badr"/>
          <w:bCs/>
          <w:sz w:val="28"/>
          <w:szCs w:val="44"/>
          <w:rtl/>
          <w:lang w:bidi="fa-IR"/>
        </w:rPr>
      </w:pPr>
      <w:bookmarkStart w:id="1" w:name="_Toc425164288"/>
      <w:r>
        <w:rPr>
          <w:rtl/>
        </w:rPr>
        <w:br w:type="page"/>
      </w:r>
    </w:p>
    <w:p w:rsidR="00DC3CF9" w:rsidRPr="00F65914" w:rsidRDefault="00DC3CF9" w:rsidP="00F65914">
      <w:pPr>
        <w:pStyle w:val="1"/>
        <w:rPr>
          <w:rtl/>
        </w:rPr>
      </w:pPr>
      <w:r w:rsidRPr="00F65914">
        <w:rPr>
          <w:rtl/>
        </w:rPr>
        <w:lastRenderedPageBreak/>
        <w:t>فرض اول در دزدی میوه</w:t>
      </w:r>
      <w:bookmarkEnd w:id="1"/>
    </w:p>
    <w:p w:rsidR="00DC3CF9" w:rsidRPr="00F65914" w:rsidRDefault="00DC3CF9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بعد از بیان شرایط ثبوت حد قطع به مسائلی پرداختند که به ترتیب این مسائل را متعرض شدیم. می‌رسیم به مسئله یازدهم طبق ترتیب تحریر،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استحضار دارید ترتیب ما همان ترتیب حضرت امام است. مسئله یازدهم متنش را می‌خوانیم و بعد وارد بحث می‌شویم. مسئله یازده این است که دزدی از میوه‌ها و ثمنات درختان است. فرض اول این است که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درخت چیده شده و در جایی نگهداری می‌شود و حرز دارد. یعنی جایی محافظت می‌شود.</w:t>
      </w:r>
    </w:p>
    <w:p w:rsidR="00DC3CF9" w:rsidRPr="00F65914" w:rsidRDefault="00DC3CF9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اینجا می‌فرمایند وقتی این‌ها را چیدند، میوه‌ها را در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سردخانه‌ای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 در جایی، در اتاقی آن را حفظ می‌کنند، اگر کسی دزدید،</w:t>
      </w:r>
      <w:r w:rsidR="00052F87" w:rsidRPr="00F65914">
        <w:rPr>
          <w:rFonts w:ascii="IRBadr" w:hAnsi="IRBadr" w:cs="IRBadr"/>
          <w:sz w:val="28"/>
          <w:szCs w:val="28"/>
          <w:rtl/>
          <w:lang w:bidi="fa-IR"/>
        </w:rPr>
        <w:t xml:space="preserve"> مثل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بقیه موارد اگر به حد نصاب رسیده باشد و حرز داشته باشد، حد ثابت است. این در صورتی است که چیده شده باشد.</w:t>
      </w:r>
    </w:p>
    <w:p w:rsidR="00DC3CF9" w:rsidRPr="00F65914" w:rsidRDefault="00DC3CF9" w:rsidP="00F65914">
      <w:pPr>
        <w:pStyle w:val="1"/>
        <w:rPr>
          <w:rtl/>
        </w:rPr>
      </w:pPr>
      <w:bookmarkStart w:id="2" w:name="_Toc425164289"/>
      <w:r w:rsidRPr="00F65914">
        <w:rPr>
          <w:rtl/>
        </w:rPr>
        <w:t xml:space="preserve">فرض دوم و سوم در </w:t>
      </w:r>
      <w:r w:rsidR="006558B1">
        <w:rPr>
          <w:rtl/>
        </w:rPr>
        <w:t>مسئله</w:t>
      </w:r>
      <w:bookmarkEnd w:id="2"/>
    </w:p>
    <w:p w:rsidR="00DC3CF9" w:rsidRPr="00F65914" w:rsidRDefault="00DC3CF9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فرض دوم این است میوه‌ها چیده نشده باشد و هنوز متصل به درخت باشد. ادامه‌اش این است؛</w:t>
      </w:r>
      <w:r w:rsidR="00052F87" w:rsidRPr="00F65914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میوه‌ها روی درخت است و درخت مفرد نیست، در باغ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بسته‌ای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نیست، درخت‌هایی است که یا دیواری ندارد یا اگر دیوار دارد از آن باغ‌هایی است که درها باز است.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به‌طورکلی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باغ ندارد مثل پسته و امثال این‌ها یا اگر باغ دارد، باغ‌هایی است که حرز ندارد. اینجا می‌فرمایند؛ قطع نمی‌شود. و اما صورت سوم این است که؛ میوه‌هایی است در باغی که قفل دارد، در و بست دارد،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حساب‌وکتاب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دارد، که احوط و اقوی عدم قطع است. این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مسئله‌ای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 که اینجا مطرح شده است.</w:t>
      </w:r>
    </w:p>
    <w:p w:rsidR="00DC3CF9" w:rsidRPr="00F65914" w:rsidRDefault="00DC3CF9" w:rsidP="00F65914">
      <w:pPr>
        <w:pStyle w:val="1"/>
        <w:rPr>
          <w:rtl/>
        </w:rPr>
      </w:pPr>
      <w:bookmarkStart w:id="3" w:name="_Toc425164290"/>
      <w:r w:rsidRPr="00F65914">
        <w:rPr>
          <w:rtl/>
        </w:rPr>
        <w:t>مرور بحث</w:t>
      </w:r>
      <w:bookmarkEnd w:id="3"/>
    </w:p>
    <w:p w:rsidR="00DC3CF9" w:rsidRPr="00F65914" w:rsidRDefault="00DC3CF9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سه صورت به این ترتیب است. صورت اولی آنجایی است که میوه چیده شده را بدزدد.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 از درخت چیده شده و در جایی در حرز هم هست، آن دزدیده است. این محل بحث نیست، دلیلی، روایتی خاصی نداریم. طبق قواعد، تکلیف اینجا روشن است.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 که این میوه چیده شده مثل سایر اموال اشخاص اگر در حرز باشد، حد ثابت است، اگر در حرز نباشد، حد ثابت نیست.</w:t>
      </w:r>
    </w:p>
    <w:p w:rsidR="00DC3CF9" w:rsidRPr="00F65914" w:rsidRDefault="00DC3CF9" w:rsidP="00F65914">
      <w:pPr>
        <w:pStyle w:val="2"/>
        <w:rPr>
          <w:rtl/>
        </w:rPr>
      </w:pPr>
      <w:bookmarkStart w:id="4" w:name="_Toc425164291"/>
      <w:r w:rsidRPr="00F65914">
        <w:rPr>
          <w:rtl/>
        </w:rPr>
        <w:lastRenderedPageBreak/>
        <w:t xml:space="preserve">آراء در این </w:t>
      </w:r>
      <w:r w:rsidR="006558B1">
        <w:rPr>
          <w:rtl/>
        </w:rPr>
        <w:t>مسئله</w:t>
      </w:r>
      <w:bookmarkEnd w:id="4"/>
    </w:p>
    <w:p w:rsidR="00DC3CF9" w:rsidRPr="00F65914" w:rsidRDefault="00DC3CF9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فرع اول و صورت اولی است که بحث ندارد. میوه وقتی چیده شده مثل کتاب است، مثل پول است،</w:t>
      </w:r>
      <w:r w:rsidR="00052F87" w:rsidRPr="00F65914">
        <w:rPr>
          <w:rFonts w:ascii="IRBadr" w:hAnsi="IRBadr" w:cs="IRBadr"/>
          <w:sz w:val="28"/>
          <w:szCs w:val="28"/>
          <w:rtl/>
          <w:lang w:bidi="fa-IR"/>
        </w:rPr>
        <w:t xml:space="preserve"> مثل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هر مال دیگری است. اگر شرایط سرقت در آن جمع باشد، آنجا حد ثابت است. یکی از آن حرز است. اگر بچینند، در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سردخانه‌ای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، اتاقی، جایی مخصوص نگهداری می‌شود و به حد نصاب هم رسیده، و حرز است، این جا حد ثابت است، والا حد ثابت نیست. البته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می‌دانید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، ضمان مال کار به شرایط ندارند، کسی مال کسی را برداشت، ضامن است، ولو اینکه شرایط ثبوت حد نداشته باشد. این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چیده شده، صورت اولی است، بحثی ندارد. صورت دوم این است که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 هنوز روی درخت است و از درخت چیده نشده است، ولی در درختانی است که حرز ندارد.</w:t>
      </w:r>
    </w:p>
    <w:p w:rsidR="00DC3CF9" w:rsidRPr="00F65914" w:rsidRDefault="00DC3CF9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این هم صورت دوم است که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 که هنوز چیده نشده و روی درخت است و درختانی است که در بیابان و صحرا است و حرزی ندارد، دیواری، قفلی چیزی ندارد، مثل خیلی جاها، مثلاً پسته همین وضع را دارد، برخی درختان دیگری که گرچه صاحب دارد، و حفاظت از آن می‌کند، می‌آید، می‌رود، اما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این‌طور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نیست که قفل داشته باشد و امثال این‌ها. باغی باشد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این‌جور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نیست. این هم چون در حرز نیست، قطع ید و حد ندارد. فقط ضمان مال دارد. این هم صورت ثانیه است که بحثی ندارد. این دو صورت هیچ بحثی بین فقها نیست،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اتفاق‌نظر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است. اما صورت ثالثه که محل اختلاف است این است، که میوه درختی که روی درخت است، و این درخت هم در نقطه امنی و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حفاظت‌شده‌ای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است، در باغی است که درش قفل می‌شود و قفل و بست دارد. کسی می‌رود وارد باغ می‌شود، از میوه درخت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می‌دزدد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 خرما است، پسته است، یا هر چیز دیگری، درختانی که در حرز هستند و میوه هنوز دارد. کسی می‌رود میوه درخت را از باغ بر می‌دارد. این محل اختلاف است.</w:t>
      </w:r>
    </w:p>
    <w:p w:rsidR="00912C84" w:rsidRPr="00F65914" w:rsidRDefault="00DC3CF9" w:rsidP="00F65914">
      <w:pPr>
        <w:pStyle w:val="2"/>
        <w:rPr>
          <w:rtl/>
        </w:rPr>
      </w:pPr>
      <w:bookmarkStart w:id="5" w:name="_Toc425164292"/>
      <w:r w:rsidRPr="00F65914">
        <w:rPr>
          <w:rtl/>
        </w:rPr>
        <w:t>روایات در این باب</w:t>
      </w:r>
      <w:bookmarkEnd w:id="5"/>
    </w:p>
    <w:p w:rsidR="000170F3" w:rsidRPr="00F65914" w:rsidRDefault="000170F3" w:rsidP="00F65914">
      <w:pPr>
        <w:pStyle w:val="aff0"/>
        <w:bidi/>
        <w:jc w:val="both"/>
        <w:rPr>
          <w:rFonts w:ascii="IRBadr" w:hAnsi="IRBadr" w:cs="IRBadr"/>
          <w:b/>
          <w:bCs/>
          <w:color w:val="000000"/>
          <w:sz w:val="28"/>
          <w:szCs w:val="28"/>
          <w:rtl/>
        </w:rPr>
      </w:pP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قال الس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د الإمام قدس سره: «لا إش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ال ف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 ثبوت القطع 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أثمار الأشجار بعد 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قطفها و حرزها، لا ف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 عدم القطع إذا 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انت عل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 الأشجار إن لم ت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ن الأشجار محرزة، و أمّا إذا 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انت محرزة، 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أن 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انت ف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 بستان مقفل فهل 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قطع بسرقة ثمرتها أو لا؟ الأحوط بل الأقو</w:t>
      </w:r>
      <w:r w:rsidR="00D1280E"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/>
          <w:sz w:val="28"/>
          <w:szCs w:val="28"/>
          <w:rtl/>
        </w:rPr>
        <w:t xml:space="preserve"> عدم القطع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.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912C84" w:rsidRPr="00F65914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0170F3" w:rsidRPr="00F65914" w:rsidRDefault="000170F3" w:rsidP="00F65914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</w:p>
    <w:p w:rsidR="000170F3" w:rsidRPr="00F65914" w:rsidRDefault="000170F3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lastRenderedPageBreak/>
        <w:t>موضوع این مسئله؛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دزدی از میوه‌ها و ثمنات درختان است. فرض اول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درخت چیده شده و در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جایی نگهداری می‌شود و حرز دارد؛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جایی محافظت می‌شود. اینجا می‌فرمایند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وقتی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این‌ها را چیدند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به جایی برای حفاظت بردند،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اگر کسی دزدید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مثل بقیه موارد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اگر به حد نصاب رسیده باشد و حرز داشته باشد، حد ثابت است. این در صورتی است که چیده شده باشد.</w:t>
      </w:r>
    </w:p>
    <w:p w:rsidR="00912C84" w:rsidRPr="00F65914" w:rsidRDefault="006558B1" w:rsidP="00F65914">
      <w:pPr>
        <w:pStyle w:val="2"/>
        <w:rPr>
          <w:rtl/>
        </w:rPr>
      </w:pPr>
      <w:bookmarkStart w:id="6" w:name="_Toc425164293"/>
      <w:r>
        <w:rPr>
          <w:rtl/>
        </w:rPr>
        <w:t>جمع‌بندی</w:t>
      </w:r>
      <w:r w:rsidR="00DC3CF9" w:rsidRPr="00F65914">
        <w:rPr>
          <w:rtl/>
        </w:rPr>
        <w:t xml:space="preserve"> صور</w:t>
      </w:r>
      <w:bookmarkEnd w:id="6"/>
    </w:p>
    <w:p w:rsidR="00B17F84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و اما صورت سوم این است که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میوه درخت که محرزه است،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احوط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عدم القطع است. 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در اینجا،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صوری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 xml:space="preserve"> مطرح است؛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صورت اولی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آنجایی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 که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درخت چیده شده و در جایی در حرز هم هست، دزدیده است. این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محل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بحث نیست، دلیلی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روایتی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 xml:space="preserve"> خاصی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نداریم. طبق قواعد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تکلیف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اینجا روشن است؛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 که چیده شده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مثل سایر اموال اشخاص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در حرز باشد، حد ثابت است، اگر در حرز نباشد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ثابت نیست.</w:t>
      </w:r>
    </w:p>
    <w:p w:rsidR="00FC6ABD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صورت دوم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B17F84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 هنوز روی درخت است و از درخت</w:t>
      </w:r>
      <w:r w:rsidR="00713139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چیده نشده است، ولی </w:t>
      </w:r>
      <w:r w:rsidR="00713139" w:rsidRPr="00F65914">
        <w:rPr>
          <w:rFonts w:ascii="IRBadr" w:hAnsi="IRBadr" w:cs="IRBadr"/>
          <w:sz w:val="28"/>
          <w:szCs w:val="28"/>
          <w:rtl/>
          <w:lang w:bidi="fa-IR"/>
        </w:rPr>
        <w:t>روی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درختانی است که حرز ندارد. 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 xml:space="preserve">این هم، صورتی است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که بحثی ندارد. 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>در این دو صورت،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بین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 xml:space="preserve"> فقها،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اتفاق‌نظر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FC6ABD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اما صورت ثالثه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 xml:space="preserve"> محل اختلاف است،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روی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 xml:space="preserve"> درخت است و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درخت هم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>، در نقطه امن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حفاظت‌شده‌ای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است،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مثلاً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باغی است که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درش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قفل می‌شود.</w:t>
      </w:r>
    </w:p>
    <w:p w:rsidR="006851B3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طبق قاعده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>، اگر روایات و ادله خاصی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نداشتیم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>، در اینجا،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قطع</w:t>
      </w:r>
      <w:r w:rsidR="00FC6ABD" w:rsidRPr="00F65914">
        <w:rPr>
          <w:rFonts w:ascii="IRBadr" w:hAnsi="IRBadr" w:cs="IRBadr"/>
          <w:sz w:val="28"/>
          <w:szCs w:val="28"/>
          <w:rtl/>
          <w:lang w:bidi="fa-IR"/>
        </w:rPr>
        <w:t xml:space="preserve"> ثابت است</w:t>
      </w:r>
      <w:r w:rsidR="001276D5" w:rsidRPr="00F65914">
        <w:rPr>
          <w:rFonts w:ascii="IRBadr" w:hAnsi="IRBadr" w:cs="IRBadr"/>
          <w:sz w:val="28"/>
          <w:szCs w:val="28"/>
          <w:rtl/>
          <w:lang w:bidi="fa-IR"/>
        </w:rPr>
        <w:t>.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1276D5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نظر اول است. نظر دوم</w:t>
      </w:r>
      <w:r w:rsidR="001276D5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1276D5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1276D5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76D5" w:rsidRPr="00F65914">
        <w:rPr>
          <w:rFonts w:ascii="IRBadr" w:hAnsi="IRBadr" w:cs="IRBadr"/>
          <w:sz w:val="28"/>
          <w:szCs w:val="28"/>
          <w:rtl/>
          <w:lang w:bidi="fa-IR"/>
        </w:rPr>
        <w:t>بر آن قاعده کلی،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تبصره‌ای</w:t>
      </w:r>
      <w:r w:rsidR="001276D5" w:rsidRPr="00F65914">
        <w:rPr>
          <w:rFonts w:ascii="IRBadr" w:hAnsi="IRBadr" w:cs="IRBadr"/>
          <w:sz w:val="28"/>
          <w:szCs w:val="28"/>
          <w:rtl/>
          <w:lang w:bidi="fa-IR"/>
        </w:rPr>
        <w:t xml:space="preserve"> زده خواهد شد؛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851B3" w:rsidRPr="00F65914">
        <w:rPr>
          <w:rFonts w:ascii="IRBadr" w:hAnsi="IRBadr" w:cs="IRBadr"/>
          <w:sz w:val="28"/>
          <w:szCs w:val="28"/>
          <w:rtl/>
          <w:lang w:bidi="fa-IR"/>
        </w:rPr>
        <w:t>و استثناء از سابق است.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نظر، نظر حضرت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امام (</w:t>
      </w:r>
      <w:r w:rsidR="006851B3" w:rsidRPr="00F65914">
        <w:rPr>
          <w:rFonts w:ascii="IRBadr" w:hAnsi="IRBadr" w:cs="IRBadr"/>
          <w:sz w:val="28"/>
          <w:szCs w:val="28"/>
          <w:rtl/>
          <w:lang w:bidi="fa-IR"/>
        </w:rPr>
        <w:t xml:space="preserve">ره)،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در تحریر الوسیله و جناب آقای فاضل </w:t>
      </w:r>
      <w:r w:rsidR="006851B3" w:rsidRPr="00F65914">
        <w:rPr>
          <w:rFonts w:ascii="IRBadr" w:hAnsi="IRBadr" w:cs="IRBadr"/>
          <w:sz w:val="28"/>
          <w:szCs w:val="28"/>
          <w:rtl/>
          <w:lang w:bidi="fa-IR"/>
        </w:rPr>
        <w:t>است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12C84" w:rsidRPr="00F65914" w:rsidRDefault="00912C84" w:rsidP="00F65914">
      <w:pPr>
        <w:pStyle w:val="3"/>
        <w:rPr>
          <w:rtl/>
        </w:rPr>
      </w:pPr>
      <w:bookmarkStart w:id="7" w:name="_Toc425164294"/>
      <w:r w:rsidRPr="00F65914">
        <w:rPr>
          <w:rtl/>
        </w:rPr>
        <w:t>دلیل استثناء قاعده حرز</w:t>
      </w:r>
      <w:bookmarkEnd w:id="7"/>
    </w:p>
    <w:p w:rsidR="006851B3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باید ببینیم</w:t>
      </w:r>
      <w:r w:rsidR="006851B3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دلیل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نظر</w:t>
      </w:r>
      <w:r w:rsidR="006851B3" w:rsidRPr="00F65914">
        <w:rPr>
          <w:rFonts w:ascii="IRBadr" w:hAnsi="IRBadr" w:cs="IRBadr"/>
          <w:sz w:val="28"/>
          <w:szCs w:val="28"/>
          <w:rtl/>
          <w:lang w:bidi="fa-IR"/>
        </w:rPr>
        <w:t>یه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دوم چیست؟</w:t>
      </w:r>
    </w:p>
    <w:p w:rsidR="00173601" w:rsidRPr="00F65914" w:rsidRDefault="00173601" w:rsidP="00F65914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قَالَ: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«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قَضَ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النَّبِ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 فِ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مَنْ سَرَقَ الثِّمَارَ فِ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مِّهِ فَمَا أَ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مِنْهُ فَلَا شَ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‌ءَ عَلَ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وَ مَا حَمَلَ فَ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عَزَّرُ وَ 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غَرَّمُ قِ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مَتَهُ مَرَّتَ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نِ.» </w:t>
      </w:r>
      <w:r w:rsidR="00912C84" w:rsidRPr="00F65914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173601" w:rsidRPr="00F65914" w:rsidRDefault="00173601" w:rsidP="00F65914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</w:p>
    <w:p w:rsidR="008F0101" w:rsidRPr="00F65914" w:rsidRDefault="008F0101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سند این روایت،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دچار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مشکل است،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بعید به نظر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که؛ بشود به طریق گفته شده سابق،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را تصحیح کرد،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طرفی نیز،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روایت، دلالتش بالاطلاق است، بالصراحه نیست،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شده؛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یعزر، مطلقاً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چه این میوه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حرز باشد، چه نباشد.</w:t>
      </w:r>
    </w:p>
    <w:p w:rsidR="008F0101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F0101" w:rsidRPr="00F65914">
        <w:rPr>
          <w:rFonts w:ascii="IRBadr" w:hAnsi="IRBadr" w:cs="IRBadr"/>
          <w:sz w:val="28"/>
          <w:szCs w:val="28"/>
          <w:rtl/>
          <w:lang w:bidi="fa-IR"/>
        </w:rPr>
        <w:t>اما بحث،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الان آنجایی است که</w:t>
      </w:r>
      <w:r w:rsidR="008F0101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میوه درختی که در باغ است</w:t>
      </w:r>
      <w:r w:rsidR="008F010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بر می‌دارد و حرز دارد.</w:t>
      </w:r>
    </w:p>
    <w:p w:rsidR="0087630D" w:rsidRPr="00F65914" w:rsidRDefault="008F0101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در این روایت</w:t>
      </w:r>
      <w:r w:rsidR="0087630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فرموده شده؛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یعزر</w:t>
      </w:r>
      <w:r w:rsidR="0087630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گاهی به معنای حد</w:t>
      </w:r>
      <w:r w:rsidR="0087630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به کار می‌رود، منتها</w:t>
      </w:r>
      <w:r w:rsidR="0087630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قرینه می‌خواهد. اصل در تعزیر</w:t>
      </w:r>
      <w:r w:rsidR="0087630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همان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مجازاتی است که</w:t>
      </w:r>
      <w:r w:rsidR="0087630D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به حد نیست و به اختیار ح</w:t>
      </w:r>
      <w:r w:rsidR="0087630D" w:rsidRPr="00F65914">
        <w:rPr>
          <w:rFonts w:ascii="IRBadr" w:hAnsi="IRBadr" w:cs="IRBadr"/>
          <w:sz w:val="28"/>
          <w:szCs w:val="28"/>
          <w:rtl/>
          <w:lang w:bidi="fa-IR"/>
        </w:rPr>
        <w:t>اکم و قاضی است.</w:t>
      </w:r>
    </w:p>
    <w:p w:rsidR="00220E50" w:rsidRPr="00F65914" w:rsidRDefault="00E26B4B" w:rsidP="00F65914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</w:rPr>
      </w:pPr>
      <w:r w:rsidRPr="00F65914">
        <w:rPr>
          <w:rFonts w:ascii="IRBadr" w:hAnsi="IRBadr" w:cs="IRBadr"/>
          <w:sz w:val="28"/>
          <w:szCs w:val="28"/>
          <w:rtl/>
        </w:rPr>
        <w:t xml:space="preserve">ثمر </w:t>
      </w:r>
      <w:r w:rsidR="00220E50" w:rsidRPr="00F65914">
        <w:rPr>
          <w:rFonts w:ascii="IRBadr" w:hAnsi="IRBadr" w:cs="IRBadr"/>
          <w:sz w:val="28"/>
          <w:szCs w:val="28"/>
          <w:rtl/>
        </w:rPr>
        <w:t xml:space="preserve">را </w:t>
      </w:r>
      <w:r w:rsidRPr="00F65914">
        <w:rPr>
          <w:rFonts w:ascii="IRBadr" w:hAnsi="IRBadr" w:cs="IRBadr"/>
          <w:sz w:val="28"/>
          <w:szCs w:val="28"/>
          <w:rtl/>
        </w:rPr>
        <w:t>در لغت</w:t>
      </w:r>
      <w:r w:rsidR="00D44FA8" w:rsidRPr="00F65914">
        <w:rPr>
          <w:rFonts w:ascii="IRBadr" w:hAnsi="IRBadr" w:cs="IRBadr"/>
          <w:sz w:val="28"/>
          <w:szCs w:val="28"/>
          <w:rtl/>
        </w:rPr>
        <w:t xml:space="preserve">، </w:t>
      </w:r>
      <w:r w:rsidR="006558B1">
        <w:rPr>
          <w:rFonts w:ascii="IRBadr" w:hAnsi="IRBadr" w:cs="IRBadr"/>
          <w:sz w:val="28"/>
          <w:szCs w:val="28"/>
          <w:rtl/>
        </w:rPr>
        <w:t>این‌گونه</w:t>
      </w:r>
      <w:r w:rsidR="00D44FA8" w:rsidRPr="00F65914">
        <w:rPr>
          <w:rFonts w:ascii="IRBadr" w:hAnsi="IRBadr" w:cs="IRBadr"/>
          <w:sz w:val="28"/>
          <w:szCs w:val="28"/>
          <w:rtl/>
        </w:rPr>
        <w:t xml:space="preserve"> </w:t>
      </w:r>
      <w:r w:rsidRPr="00F65914">
        <w:rPr>
          <w:rFonts w:ascii="IRBadr" w:hAnsi="IRBadr" w:cs="IRBadr"/>
          <w:sz w:val="28"/>
          <w:szCs w:val="28"/>
          <w:rtl/>
        </w:rPr>
        <w:t xml:space="preserve">معنا </w:t>
      </w:r>
      <w:r w:rsidR="00D1280E" w:rsidRPr="00F65914">
        <w:rPr>
          <w:rFonts w:ascii="IRBadr" w:hAnsi="IRBadr" w:cs="IRBadr"/>
          <w:sz w:val="28"/>
          <w:szCs w:val="28"/>
          <w:rtl/>
        </w:rPr>
        <w:t>کرده‌اند</w:t>
      </w:r>
      <w:r w:rsidR="00D44FA8" w:rsidRPr="00F65914">
        <w:rPr>
          <w:rFonts w:ascii="IRBadr" w:hAnsi="IRBadr" w:cs="IRBadr"/>
          <w:sz w:val="28"/>
          <w:szCs w:val="28"/>
          <w:rtl/>
        </w:rPr>
        <w:t>؛</w:t>
      </w:r>
      <w:r w:rsidRPr="00F65914">
        <w:rPr>
          <w:rFonts w:ascii="IRBadr" w:hAnsi="IRBadr" w:cs="IRBadr"/>
          <w:sz w:val="28"/>
          <w:szCs w:val="28"/>
          <w:rtl/>
        </w:rPr>
        <w:t xml:space="preserve"> </w:t>
      </w:r>
      <w:r w:rsidR="006558B1">
        <w:rPr>
          <w:rFonts w:ascii="IRBadr" w:hAnsi="IRBadr" w:cs="IRBadr"/>
          <w:sz w:val="28"/>
          <w:szCs w:val="28"/>
          <w:rtl/>
        </w:rPr>
        <w:t>میوه‌ای</w:t>
      </w:r>
      <w:r w:rsidRPr="00F65914">
        <w:rPr>
          <w:rFonts w:ascii="IRBadr" w:hAnsi="IRBadr" w:cs="IRBadr"/>
          <w:sz w:val="28"/>
          <w:szCs w:val="28"/>
          <w:rtl/>
        </w:rPr>
        <w:t xml:space="preserve"> است که</w:t>
      </w:r>
      <w:r w:rsidR="00D44FA8" w:rsidRPr="00F65914">
        <w:rPr>
          <w:rFonts w:ascii="IRBadr" w:hAnsi="IRBadr" w:cs="IRBadr"/>
          <w:sz w:val="28"/>
          <w:szCs w:val="28"/>
          <w:rtl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</w:rPr>
        <w:t xml:space="preserve"> چیده</w:t>
      </w:r>
      <w:r w:rsidR="00D44FA8" w:rsidRPr="00F65914">
        <w:rPr>
          <w:rFonts w:ascii="IRBadr" w:hAnsi="IRBadr" w:cs="IRBadr"/>
          <w:sz w:val="28"/>
          <w:szCs w:val="28"/>
          <w:rtl/>
        </w:rPr>
        <w:t xml:space="preserve"> نشده است. ثمر دو معنا دارد؛</w:t>
      </w:r>
      <w:r w:rsidRPr="00F65914">
        <w:rPr>
          <w:rFonts w:ascii="IRBadr" w:hAnsi="IRBadr" w:cs="IRBadr"/>
          <w:sz w:val="28"/>
          <w:szCs w:val="28"/>
          <w:rtl/>
        </w:rPr>
        <w:t xml:space="preserve"> گاهی ب</w:t>
      </w:r>
      <w:r w:rsidR="00D44FA8" w:rsidRPr="00F65914">
        <w:rPr>
          <w:rFonts w:ascii="IRBadr" w:hAnsi="IRBadr" w:cs="IRBadr"/>
          <w:sz w:val="28"/>
          <w:szCs w:val="28"/>
          <w:rtl/>
        </w:rPr>
        <w:t xml:space="preserve">ه معنای مطلق و عام به کار رفته </w:t>
      </w:r>
      <w:r w:rsidR="00D1280E" w:rsidRPr="00F65914">
        <w:rPr>
          <w:rFonts w:ascii="IRBadr" w:hAnsi="IRBadr" w:cs="IRBadr"/>
          <w:sz w:val="28"/>
          <w:szCs w:val="28"/>
          <w:rtl/>
        </w:rPr>
        <w:t>می‌شود</w:t>
      </w:r>
      <w:r w:rsidR="00D44FA8" w:rsidRPr="00F65914">
        <w:rPr>
          <w:rFonts w:ascii="IRBadr" w:hAnsi="IRBadr" w:cs="IRBadr"/>
          <w:sz w:val="28"/>
          <w:szCs w:val="28"/>
          <w:rtl/>
        </w:rPr>
        <w:t>؛</w:t>
      </w:r>
      <w:r w:rsidRPr="00F65914">
        <w:rPr>
          <w:rFonts w:ascii="IRBadr" w:hAnsi="IRBadr" w:cs="IRBadr"/>
          <w:sz w:val="28"/>
          <w:szCs w:val="28"/>
          <w:rtl/>
        </w:rPr>
        <w:t xml:space="preserve"> </w:t>
      </w:r>
      <w:r w:rsidR="00D44FA8" w:rsidRPr="00F65914">
        <w:rPr>
          <w:rFonts w:ascii="IRBadr" w:hAnsi="IRBadr" w:cs="IRBadr"/>
          <w:sz w:val="28"/>
          <w:szCs w:val="28"/>
          <w:rtl/>
        </w:rPr>
        <w:t>به معنای</w:t>
      </w:r>
      <w:r w:rsidRPr="00F65914">
        <w:rPr>
          <w:rFonts w:ascii="IRBadr" w:hAnsi="IRBadr" w:cs="IRBadr"/>
          <w:sz w:val="28"/>
          <w:szCs w:val="28"/>
          <w:rtl/>
        </w:rPr>
        <w:t xml:space="preserve"> میوه، و گاهی</w:t>
      </w:r>
      <w:r w:rsidR="00D44FA8" w:rsidRPr="00F65914">
        <w:rPr>
          <w:rFonts w:ascii="IRBadr" w:hAnsi="IRBadr" w:cs="IRBadr"/>
          <w:sz w:val="28"/>
          <w:szCs w:val="28"/>
          <w:rtl/>
        </w:rPr>
        <w:t>،</w:t>
      </w:r>
      <w:r w:rsidRPr="00F65914">
        <w:rPr>
          <w:rFonts w:ascii="IRBadr" w:hAnsi="IRBadr" w:cs="IRBadr"/>
          <w:sz w:val="28"/>
          <w:szCs w:val="28"/>
          <w:rtl/>
        </w:rPr>
        <w:t xml:space="preserve"> به معنای میوه چیده نشده است که</w:t>
      </w:r>
      <w:r w:rsidR="00D44FA8" w:rsidRPr="00F65914">
        <w:rPr>
          <w:rFonts w:ascii="IRBadr" w:hAnsi="IRBadr" w:cs="IRBadr"/>
          <w:sz w:val="28"/>
          <w:szCs w:val="28"/>
          <w:rtl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</w:rPr>
        <w:t xml:space="preserve"> هنوز</w:t>
      </w:r>
      <w:r w:rsidRPr="00F65914">
        <w:rPr>
          <w:rFonts w:ascii="IRBadr" w:hAnsi="IRBadr" w:cs="IRBadr"/>
          <w:sz w:val="28"/>
          <w:szCs w:val="28"/>
          <w:rtl/>
        </w:rPr>
        <w:t xml:space="preserve"> روی درخت است. </w:t>
      </w:r>
      <w:r w:rsidR="00D44FA8" w:rsidRPr="00F65914">
        <w:rPr>
          <w:rFonts w:ascii="IRBadr" w:hAnsi="IRBadr" w:cs="IRBadr"/>
          <w:sz w:val="28"/>
          <w:szCs w:val="28"/>
          <w:rtl/>
        </w:rPr>
        <w:t>«</w:t>
      </w:r>
      <w:r w:rsidRPr="00F65914">
        <w:rPr>
          <w:rFonts w:ascii="IRBadr" w:hAnsi="IRBadr" w:cs="IRBadr"/>
          <w:sz w:val="28"/>
          <w:szCs w:val="28"/>
          <w:rtl/>
        </w:rPr>
        <w:t>کثر</w:t>
      </w:r>
      <w:r w:rsidR="00D1280E" w:rsidRPr="00F65914">
        <w:rPr>
          <w:rFonts w:ascii="IRBadr" w:hAnsi="IRBadr" w:cs="IRBadr"/>
          <w:sz w:val="28"/>
          <w:szCs w:val="28"/>
          <w:rtl/>
        </w:rPr>
        <w:t>»</w:t>
      </w:r>
      <w:r w:rsidR="00D44FA8" w:rsidRPr="00F65914">
        <w:rPr>
          <w:rFonts w:ascii="IRBadr" w:hAnsi="IRBadr" w:cs="IRBadr"/>
          <w:sz w:val="28"/>
          <w:szCs w:val="28"/>
          <w:rtl/>
        </w:rPr>
        <w:t xml:space="preserve"> </w:t>
      </w:r>
      <w:r w:rsidRPr="00F65914">
        <w:rPr>
          <w:rFonts w:ascii="IRBadr" w:hAnsi="IRBadr" w:cs="IRBadr"/>
          <w:sz w:val="28"/>
          <w:szCs w:val="28"/>
          <w:rtl/>
        </w:rPr>
        <w:t>هم، خرمایی است که</w:t>
      </w:r>
      <w:r w:rsidR="00D44FA8" w:rsidRPr="00F65914">
        <w:rPr>
          <w:rFonts w:ascii="IRBadr" w:hAnsi="IRBadr" w:cs="IRBadr"/>
          <w:sz w:val="28"/>
          <w:szCs w:val="28"/>
          <w:rtl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</w:rPr>
        <w:t xml:space="preserve"> چیده</w:t>
      </w:r>
      <w:r w:rsidRPr="00F65914">
        <w:rPr>
          <w:rFonts w:ascii="IRBadr" w:hAnsi="IRBadr" w:cs="IRBadr"/>
          <w:sz w:val="28"/>
          <w:szCs w:val="28"/>
          <w:rtl/>
        </w:rPr>
        <w:t xml:space="preserve"> نشده است، معنای اصلی آن</w:t>
      </w:r>
      <w:r w:rsidR="00D44FA8" w:rsidRPr="00F65914">
        <w:rPr>
          <w:rFonts w:ascii="IRBadr" w:hAnsi="IRBadr" w:cs="IRBadr"/>
          <w:sz w:val="28"/>
          <w:szCs w:val="28"/>
          <w:rtl/>
        </w:rPr>
        <w:t>،</w:t>
      </w:r>
      <w:r w:rsidRPr="00F65914">
        <w:rPr>
          <w:rFonts w:ascii="IRBadr" w:hAnsi="IRBadr" w:cs="IRBadr"/>
          <w:sz w:val="28"/>
          <w:szCs w:val="28"/>
          <w:rtl/>
        </w:rPr>
        <w:t xml:space="preserve"> این است.</w:t>
      </w:r>
    </w:p>
    <w:p w:rsidR="00D44FA8" w:rsidRPr="00F65914" w:rsidRDefault="00220E50" w:rsidP="00F65914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قَالَ رَسُولُ اللَّهِ ص </w:t>
      </w:r>
      <w:r w:rsidR="00DE0695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لَا قَطْعَ فِ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ثَمَرٍ</w:t>
      </w:r>
      <w:r w:rsidR="00DE0695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لَا 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DE0695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ثَرٍ»</w:t>
      </w:r>
      <w:r w:rsidR="00912C84" w:rsidRPr="00F65914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213C9E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دلیل 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بعد،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همین حدیث چهارم است. این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 xml:space="preserve"> روایت، دو سند دارد،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یک سندش ضعیف است،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و آن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سندی که محمد بن حسن باسناده عن احمد بن محمد بن عیسی عن محمد بن سنان عن حماد بن عثمان که حماد بن عثمان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امام صادق نقل می‌کند. 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این سند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 محمد بن سنان قرار دارد،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عبد الله بن سنان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ثقه است، ولی محمد بن سنان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بنابر قول مشهور و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 xml:space="preserve"> قول صحیح،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ثقه نیست.</w:t>
      </w:r>
    </w:p>
    <w:p w:rsidR="00AF3CB9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محمد بن سنان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روایاتی که در شأن او وارد شده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دسته است و تعارض دارد. و لذا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محمد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بن سنان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 xml:space="preserve"> را،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معمولاً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موثق نمی‌دانند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.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سند اول این روایت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به خاطر وجود محمد بن سنان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در سلسله حدیث،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قابل‌اعتماد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نیست. و اما سند دوم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213C9E"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محمد بن حسن باسناده عن احمد بن محمد بن عیسی عن خلف بن حماد عن ربعیه بن عبد الله عن الفضیل بن یسار عن ابی عبد الله، این سند</w:t>
      </w:r>
      <w:r w:rsidR="00AF3CB9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معتبر است.</w:t>
      </w:r>
    </w:p>
    <w:p w:rsidR="00AF3CB9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AF3CB9" w:rsidRPr="00F65914">
        <w:rPr>
          <w:rFonts w:ascii="IRBadr" w:hAnsi="IRBadr" w:cs="IRBadr"/>
          <w:sz w:val="28"/>
          <w:szCs w:val="28"/>
          <w:rtl/>
          <w:lang w:bidi="fa-IR"/>
        </w:rPr>
        <w:t>، آن دو سه سند،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 تا به حال داشتیم، همه</w:t>
      </w:r>
      <w:r w:rsidR="00AF3CB9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یک مشکلی داشت. اما این روایت</w:t>
      </w:r>
      <w:r w:rsidR="00AF3CB9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دارای دو سند است که</w:t>
      </w:r>
      <w:r w:rsidR="00AF3CB9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ضعیف است، ولی دیگری</w:t>
      </w:r>
      <w:r w:rsidR="00AF3CB9" w:rsidRPr="00F65914">
        <w:rPr>
          <w:rFonts w:ascii="IRBadr" w:hAnsi="IRBadr" w:cs="IRBadr"/>
          <w:sz w:val="28"/>
          <w:szCs w:val="28"/>
          <w:rtl/>
          <w:lang w:bidi="fa-IR"/>
        </w:rPr>
        <w:t>، دارای سند خوبی است، حتی صحیحه است؛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یعنی همه</w:t>
      </w:r>
      <w:r w:rsidR="00AF3CB9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امامی و ثقه و عدول هستند.</w:t>
      </w:r>
    </w:p>
    <w:p w:rsidR="00AF3CB9" w:rsidRPr="00F65914" w:rsidRDefault="00AF3CB9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روایات در مورد محمد بن سنان،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تعارض می‌کنند، وقتی تعارض کردند، این شخص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بی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توثیق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AF3CB9" w:rsidRPr="00F65914" w:rsidRDefault="00AF3CB9" w:rsidP="00F65914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</w:rPr>
      </w:pPr>
      <w:r w:rsidRPr="00F65914">
        <w:rPr>
          <w:rFonts w:ascii="IRBadr" w:hAnsi="IRBadr" w:cs="IRBadr"/>
          <w:sz w:val="28"/>
          <w:szCs w:val="28"/>
          <w:rtl/>
        </w:rPr>
        <w:lastRenderedPageBreak/>
        <w:t>او</w:t>
      </w:r>
      <w:r w:rsidR="00E26B4B" w:rsidRPr="00F65914">
        <w:rPr>
          <w:rFonts w:ascii="IRBadr" w:hAnsi="IRBadr" w:cs="IRBadr"/>
          <w:sz w:val="28"/>
          <w:szCs w:val="28"/>
          <w:rtl/>
        </w:rPr>
        <w:t xml:space="preserve"> از امام صادق</w:t>
      </w:r>
      <w:r w:rsidRPr="00F65914">
        <w:rPr>
          <w:rFonts w:ascii="IRBadr" w:hAnsi="IRBadr" w:cs="IRBadr"/>
          <w:sz w:val="28"/>
          <w:szCs w:val="28"/>
          <w:rtl/>
        </w:rPr>
        <w:t xml:space="preserve"> (ع)،</w:t>
      </w:r>
      <w:r w:rsidR="00E26B4B" w:rsidRPr="00F65914">
        <w:rPr>
          <w:rFonts w:ascii="IRBadr" w:hAnsi="IRBadr" w:cs="IRBadr"/>
          <w:sz w:val="28"/>
          <w:szCs w:val="28"/>
          <w:rtl/>
        </w:rPr>
        <w:t xml:space="preserve"> نقل </w:t>
      </w:r>
      <w:r w:rsidRPr="00F65914">
        <w:rPr>
          <w:rFonts w:ascii="IRBadr" w:hAnsi="IRBadr" w:cs="IRBadr"/>
          <w:sz w:val="28"/>
          <w:szCs w:val="28"/>
          <w:rtl/>
        </w:rPr>
        <w:t>شده است</w:t>
      </w:r>
      <w:r w:rsidR="00E26B4B" w:rsidRPr="00F65914">
        <w:rPr>
          <w:rFonts w:ascii="IRBadr" w:hAnsi="IRBadr" w:cs="IRBadr"/>
          <w:sz w:val="28"/>
          <w:szCs w:val="28"/>
          <w:rtl/>
        </w:rPr>
        <w:t xml:space="preserve"> که</w:t>
      </w:r>
      <w:r w:rsidRPr="00F65914">
        <w:rPr>
          <w:rFonts w:ascii="IRBadr" w:hAnsi="IRBadr" w:cs="IRBadr"/>
          <w:sz w:val="28"/>
          <w:szCs w:val="28"/>
          <w:rtl/>
        </w:rPr>
        <w:t>؛</w:t>
      </w:r>
    </w:p>
    <w:p w:rsidR="00AF3CB9" w:rsidRPr="00F65914" w:rsidRDefault="00AF3CB9" w:rsidP="00F65914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عَنْ أَبِ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إِذَا أَخَذَ الرَّجُلُ مِنَ النَّخْلِ وَ الزَّرْعِ قَبْلَ أَنْ 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صْرَمَ فَلَ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عَلَ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قَطْعٌ فَإِذَا صُرِمَ النَّخْلُ وَ أَخَذَ وَ حُصِدَ الزَّرْعُ فَأَخَذَ قُطِعَ.</w:t>
      </w:r>
      <w:r w:rsidR="00912C84" w:rsidRPr="00F65914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AF3CB9" w:rsidRPr="00F65914" w:rsidRDefault="00AF3CB9" w:rsidP="00F65914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</w:p>
    <w:p w:rsidR="00CC03A9" w:rsidRPr="00F65914" w:rsidRDefault="00AF3CB9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؛ اگر کسی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درخت خرما و زرع و کشاورزی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چیزی را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دزدید، قبل از اینکه چیده بشود،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گندم‌ها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هنوز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درو نشده است،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یا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خرماها</w:t>
      </w:r>
      <w:r w:rsidR="00CC03A9" w:rsidRPr="00F65914">
        <w:rPr>
          <w:rFonts w:ascii="IRBadr" w:hAnsi="IRBadr" w:cs="IRBadr"/>
          <w:sz w:val="28"/>
          <w:szCs w:val="28"/>
          <w:rtl/>
          <w:lang w:bidi="fa-IR"/>
        </w:rPr>
        <w:t>، چیده نشده است؛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C03A9" w:rsidRPr="00F65914">
        <w:rPr>
          <w:rFonts w:ascii="IRBadr" w:hAnsi="IRBadr" w:cs="IRBadr"/>
          <w:sz w:val="28"/>
          <w:szCs w:val="28"/>
          <w:rtl/>
          <w:lang w:bidi="fa-IR"/>
        </w:rPr>
        <w:t>در اینجا،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قطع نیست.</w:t>
      </w:r>
    </w:p>
    <w:p w:rsidR="00CC03A9" w:rsidRPr="00F65914" w:rsidRDefault="00CC03A9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بنابراین،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روایت نیز،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اطلاق دارد، اعم از اینکه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درخت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حرز باشد یا در حرز نباشد.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>، بعد از اینکه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>درو کردند یا میوه‌ها را چیدند، آنجا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قطع ثابت می‌شود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B2FAF" w:rsidRPr="00F65914" w:rsidRDefault="00DB2FAF" w:rsidP="00F65914">
      <w:pPr>
        <w:pStyle w:val="aff0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عَنْ أَمِ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الْمُؤْمِنِ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ع قَالَ: «لَا 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قْطَعُ مَنْ سَرَقَ شَ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ئاً مِنَ الْفَا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هَةِ وَ إِذَا مَرَّ بِهَا فَلْ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لْ وَ لَا </w:t>
      </w:r>
      <w:r w:rsidR="00D1280E"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F6591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فْسِدْ.»</w:t>
      </w:r>
      <w:r w:rsidR="00912C84" w:rsidRPr="00F65914">
        <w:rPr>
          <w:rStyle w:val="aff1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DB2FAF" w:rsidRPr="00F65914" w:rsidRDefault="00DB2FAF" w:rsidP="00F65914">
      <w:pPr>
        <w:pStyle w:val="aff0"/>
        <w:bidi/>
        <w:jc w:val="both"/>
        <w:rPr>
          <w:rFonts w:ascii="IRBadr" w:hAnsi="IRBadr" w:cs="IRBadr"/>
          <w:color w:val="000000"/>
          <w:sz w:val="28"/>
          <w:szCs w:val="28"/>
          <w:rtl/>
        </w:rPr>
      </w:pPr>
    </w:p>
    <w:p w:rsidR="00DB2FAF" w:rsidRPr="00F65914" w:rsidRDefault="00DB2FAF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در اینجا نیز،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اطلاق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وجود دارد،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روایت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 از نظر سندی،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مشکل خیلی جدی دارد.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اگر،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کسی ابتدائاً این را ببیند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متوجه آن نمی‌شود.</w:t>
      </w:r>
    </w:p>
    <w:p w:rsidR="00DB2FAF" w:rsidRPr="00F65914" w:rsidRDefault="00DB2FAF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در اینجا،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ابی جمیله که مفضل بن صالح است، از اصبغ بن نباته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نقل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کرده است. این ابی جمیله مفضل بن صالح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اصحاب امام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رضا (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ع) و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امام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ع)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و اصبغ بن نباته، تابعی و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>از اصحاب امیر المومنین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(ع) است،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وسط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صد سال افتادگی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داریم. بخشی از آن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 افتاده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و مقطوعه است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F49D6" w:rsidRPr="00F65914" w:rsidRDefault="00DB2FAF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پس، ابی جمیله، نمی‌تواند از اصبغ بن نباته 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>نق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ل 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>کند و لذا قطعاً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افرادی در میانه این سند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افتادگی دار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ن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>د و لذا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به 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 xml:space="preserve">این روایت، نمی‌شود 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>اعتماد کرد، سنداً مشکل دارد.</w:t>
      </w:r>
    </w:p>
    <w:p w:rsidR="009F49D6" w:rsidRPr="00F65914" w:rsidRDefault="009F49D6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روایتی دیگر نیز،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حضرت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امیر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المومنین (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ع) است که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دقیقاً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 مانند روایت امام صادق (ع) از پیغمبر (ص) است و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احتمالاً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آنی که امام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ع)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پیغمبر (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ص)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نقل کرده، از همین وصیت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پیغمبر (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ص)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و امیر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المومنین (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ع)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بوده است. بنابراین احتمالاً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lastRenderedPageBreak/>
        <w:t>روایت ششم با سوم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یک روایت باشد. این هم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اطلاقش می‌گوید؛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چیدن میوه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حد ندارد. به اطلاقش می‌گوید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حتی اگر در حرز باشد.</w:t>
      </w:r>
    </w:p>
    <w:p w:rsidR="009F49D6" w:rsidRPr="00F65914" w:rsidRDefault="006558B1" w:rsidP="00F65914">
      <w:pPr>
        <w:pStyle w:val="2"/>
        <w:rPr>
          <w:rtl/>
        </w:rPr>
      </w:pPr>
      <w:r>
        <w:rPr>
          <w:rtl/>
        </w:rPr>
        <w:t>نتیجه‌گیری</w:t>
      </w:r>
    </w:p>
    <w:p w:rsidR="009F49D6" w:rsidRPr="00F65914" w:rsidRDefault="009F49D6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پس، بیان شد که؛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که اگر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میوه‌ای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درخت چیده بشود و در حرز باشد، دو قول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وجود دارد. یک قول این است که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 xml:space="preserve"> چون حرز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است</w:t>
      </w:r>
      <w:r w:rsidR="00E26B4B" w:rsidRPr="00F65914">
        <w:rPr>
          <w:rFonts w:ascii="IRBadr" w:hAnsi="IRBadr" w:cs="IRBadr"/>
          <w:sz w:val="28"/>
          <w:szCs w:val="28"/>
          <w:rtl/>
          <w:lang w:bidi="fa-IR"/>
        </w:rPr>
        <w:t>، قطع ید دارد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F49D6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که عده زیادی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را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 از جمله صاحب جواهر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تمایل به این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دارد و آقای تبریزی 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و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آقای خوانساری هم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همین را می‌فرمایند. قول دوم این بود که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استثنائاً ولو در حرز باشد، قطع ید نیست. مستند قول دوم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 خلاف قواعد بود، 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روایات سابق بود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F49D6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این روایات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‌تواند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تبصره‌ای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به این قاعده کلی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 xml:space="preserve"> بزند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 بگوید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میوه درخت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ولو در حرز با</w:t>
      </w:r>
      <w:r w:rsidR="009F49D6" w:rsidRPr="00F65914">
        <w:rPr>
          <w:rFonts w:ascii="IRBadr" w:hAnsi="IRBadr" w:cs="IRBadr"/>
          <w:sz w:val="28"/>
          <w:szCs w:val="28"/>
          <w:rtl/>
          <w:lang w:bidi="fa-IR"/>
        </w:rPr>
        <w:t>شد، قطع ید ندارد. فقط تعزیر و ضمان مالی دارد.</w:t>
      </w:r>
    </w:p>
    <w:p w:rsidR="00BF3471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باید 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دید؛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پنج روایت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و توان این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 را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دارد که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آن قاعده کلی را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 تخصیص بزند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؟ قاعده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آیه سرقت بود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و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روایات هم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 آیه قائل است؛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وقتی در حرز باشد، قطع ید دارد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قاعده کلی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. اما 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این روایات،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می‌گوید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میوه استثنا است. 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اشکالاتی، به استدلال به روایت،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 دارد؛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یک اشکال که مرحوم صاحب جواهر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به آن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کردند، این است که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روایات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ضعیف است و به این روایات ضعاف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نمی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‌شود تمسک کرد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.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اما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، این اشکال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 جوابش واضح است؛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برای ما در این روایات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دو مورد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معتبر بود. 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در سندی،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محمد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 بن سنان بود،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او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 هرچند ضعیف است،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سند دومی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داریم که این سند دوم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ضعف و اشکالی ندارد و رجالش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همه معتبر هستند.</w:t>
      </w:r>
    </w:p>
    <w:p w:rsidR="00BF3471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اشکال اول صاحب جواهر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 می‌گوید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؛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 xml:space="preserve"> روایات، ضعیف است، دو جواب دارد؛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یک جوابش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حداقل یکی از این‌ها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روی همه مبانی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 صحیح است، بقیه هم اختلافی است.</w:t>
      </w:r>
    </w:p>
    <w:p w:rsidR="006B76E8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جواب دوم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روایات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با توجه به اینکه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پنج شش روایت هستند، اگر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صحیحه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قطعی نباشد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می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‌توانند مصداقی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برای قاعده درع</w:t>
      </w:r>
      <w:r w:rsidR="00BF3471" w:rsidRPr="00F65914">
        <w:rPr>
          <w:rFonts w:ascii="IRBadr" w:hAnsi="IRBadr" w:cs="IRBadr"/>
          <w:sz w:val="28"/>
          <w:szCs w:val="28"/>
          <w:rtl/>
          <w:lang w:bidi="fa-IR"/>
        </w:rPr>
        <w:t>، قرار گیرند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نسبت به دزدی میوه، ولو در حرز باشد، به استناد این روایات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ولو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ضعیف باش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ن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د، موجب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در کار می‌شود.</w:t>
      </w:r>
    </w:p>
    <w:p w:rsidR="006B76E8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lastRenderedPageBreak/>
        <w:t>اشکال دوم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است که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قرینه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داخلی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در روایت وجود دارد که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ظهور پیدا می‌کند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در برداشتن میوه‌هایی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حرز نیست. این اشکال هم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 جوابش این است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اولاً حق ماره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مخصوص آنجایی است که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حرز نباشد، خیلی‌ها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 xml:space="preserve"> نیز،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قائل‌اند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حق ماره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مر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بوط به آنجایی که حرز باشد هم،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. ثانیاً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یک روایت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 قرینه دارد،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بقیه روایات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قرینه را ندارد.</w:t>
      </w:r>
    </w:p>
    <w:p w:rsidR="00E26B4B" w:rsidRPr="00F65914" w:rsidRDefault="00E26B4B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65914">
        <w:rPr>
          <w:rFonts w:ascii="IRBadr" w:hAnsi="IRBadr" w:cs="IRBadr"/>
          <w:sz w:val="28"/>
          <w:szCs w:val="28"/>
          <w:rtl/>
          <w:lang w:bidi="fa-IR"/>
        </w:rPr>
        <w:t>اشکال سوم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ی است که، می‌گوید؛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بحث ما این است که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برود میوه را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از باغ بچیند،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حرز باشد. 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در اینجا،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؛ قطع ید نیست،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روایات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 به صراحت این را نگفته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بلکه، به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اطلاق گفته است. 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و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این اطلاق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تخصیص می‌خورد به روایاتی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که می‌گوید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دزدی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 زمانی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 در آن جاری است که،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در حرز باشد. پس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روایاتی که می‌گوید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؛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اگر در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 xml:space="preserve"> حرز باشد، قطع ید می‌شود،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مخصص می‌شود و این روایت را</w:t>
      </w:r>
      <w:r w:rsidR="006B76E8" w:rsidRPr="00F65914">
        <w:rPr>
          <w:rFonts w:ascii="IRBadr" w:hAnsi="IRBadr" w:cs="IRBadr"/>
          <w:sz w:val="28"/>
          <w:szCs w:val="28"/>
          <w:rtl/>
          <w:lang w:bidi="fa-IR"/>
        </w:rPr>
        <w:t>،</w:t>
      </w:r>
      <w:r w:rsidR="00D1280E" w:rsidRPr="00F65914">
        <w:rPr>
          <w:rFonts w:ascii="IRBadr" w:hAnsi="IRBadr" w:cs="IRBadr"/>
          <w:sz w:val="28"/>
          <w:szCs w:val="28"/>
          <w:rtl/>
          <w:lang w:bidi="fa-IR"/>
        </w:rPr>
        <w:t xml:space="preserve"> قید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58B1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Pr="00F6591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F65914" w:rsidRDefault="00152670" w:rsidP="00F659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2670" w:rsidRPr="00F65914" w:rsidSect="000D5800">
      <w:headerReference w:type="default" r:id="rId8"/>
      <w:footnotePr>
        <w:numRestart w:val="eachPage"/>
      </w:footnotePr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909" w:rsidRDefault="00341909" w:rsidP="000D5800">
      <w:pPr>
        <w:spacing w:after="0" w:line="240" w:lineRule="auto"/>
      </w:pPr>
      <w:r>
        <w:separator/>
      </w:r>
    </w:p>
  </w:endnote>
  <w:endnote w:type="continuationSeparator" w:id="0">
    <w:p w:rsidR="00341909" w:rsidRDefault="0034190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909" w:rsidRDefault="00341909" w:rsidP="00F65914">
      <w:pPr>
        <w:bidi/>
        <w:spacing w:after="0" w:line="240" w:lineRule="auto"/>
      </w:pPr>
      <w:r>
        <w:separator/>
      </w:r>
    </w:p>
  </w:footnote>
  <w:footnote w:type="continuationSeparator" w:id="0">
    <w:p w:rsidR="00341909" w:rsidRDefault="00341909" w:rsidP="000D5800">
      <w:pPr>
        <w:spacing w:after="0" w:line="240" w:lineRule="auto"/>
      </w:pPr>
      <w:r>
        <w:continuationSeparator/>
      </w:r>
    </w:p>
  </w:footnote>
  <w:footnote w:id="1">
    <w:p w:rsidR="00912C84" w:rsidRDefault="00912C84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912C84">
        <w:rPr>
          <w:rFonts w:ascii="Noor_Titr" w:hAnsi="Noor_Titr" w:cs="B Lotus" w:hint="cs"/>
          <w:color w:val="000000" w:themeColor="text1"/>
          <w:rtl/>
        </w:rPr>
        <w:t>السرقة عل</w:t>
      </w:r>
      <w:r w:rsidR="00D1280E">
        <w:rPr>
          <w:rFonts w:ascii="Noor_Titr" w:hAnsi="Noor_Titr" w:cs="B Lotus" w:hint="cs"/>
          <w:color w:val="000000" w:themeColor="text1"/>
          <w:rtl/>
        </w:rPr>
        <w:t>ی</w:t>
      </w:r>
      <w:r w:rsidRPr="00912C84">
        <w:rPr>
          <w:rFonts w:ascii="Noor_Titr" w:hAnsi="Noor_Titr" w:cs="B Lotus" w:hint="cs"/>
          <w:color w:val="000000" w:themeColor="text1"/>
          <w:rtl/>
        </w:rPr>
        <w:t xml:space="preserve"> ضوء القرآن و السنة؛ ص: 180</w:t>
      </w:r>
    </w:p>
  </w:footnote>
  <w:footnote w:id="2">
    <w:p w:rsidR="00912C84" w:rsidRDefault="00912C84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 w:rsidRPr="00912C84">
        <w:rPr>
          <w:rFonts w:ascii="Noor_Titr" w:hAnsi="Noor_Titr" w:cs="B Lotus" w:hint="cs"/>
          <w:color w:val="000000" w:themeColor="text1"/>
          <w:rtl/>
        </w:rPr>
        <w:t>ال</w:t>
      </w:r>
      <w:r w:rsidR="00D1280E">
        <w:rPr>
          <w:rFonts w:ascii="Noor_Titr" w:hAnsi="Noor_Titr" w:cs="B Lotus" w:hint="cs"/>
          <w:color w:val="000000" w:themeColor="text1"/>
          <w:rtl/>
        </w:rPr>
        <w:t>ک</w:t>
      </w:r>
      <w:r w:rsidRPr="00912C84">
        <w:rPr>
          <w:rFonts w:ascii="Noor_Titr" w:hAnsi="Noor_Titr" w:cs="B Lotus" w:hint="cs"/>
          <w:color w:val="000000" w:themeColor="text1"/>
          <w:rtl/>
        </w:rPr>
        <w:t>اف</w:t>
      </w:r>
      <w:r w:rsidR="00D1280E">
        <w:rPr>
          <w:rFonts w:ascii="Noor_Titr" w:hAnsi="Noor_Titr" w:cs="B Lotus" w:hint="cs"/>
          <w:color w:val="000000" w:themeColor="text1"/>
          <w:rtl/>
        </w:rPr>
        <w:t>ی</w:t>
      </w:r>
      <w:r w:rsidRPr="00912C84">
        <w:rPr>
          <w:rFonts w:ascii="Noor_Titr" w:hAnsi="Noor_Titr" w:cs="B Lotus" w:hint="cs"/>
          <w:color w:val="000000" w:themeColor="text1"/>
          <w:rtl/>
        </w:rPr>
        <w:t xml:space="preserve"> (ط - الإسلام</w:t>
      </w:r>
      <w:r w:rsidR="00D1280E">
        <w:rPr>
          <w:rFonts w:ascii="Noor_Titr" w:hAnsi="Noor_Titr" w:cs="B Lotus" w:hint="cs"/>
          <w:color w:val="000000" w:themeColor="text1"/>
          <w:rtl/>
        </w:rPr>
        <w:t>ی</w:t>
      </w:r>
      <w:r w:rsidRPr="00912C84">
        <w:rPr>
          <w:rFonts w:ascii="Noor_Titr" w:hAnsi="Noor_Titr" w:cs="B Lotus" w:hint="cs"/>
          <w:color w:val="000000" w:themeColor="text1"/>
          <w:rtl/>
        </w:rPr>
        <w:t xml:space="preserve">ة)؛ </w:t>
      </w:r>
      <w:r w:rsidR="00D1280E">
        <w:rPr>
          <w:rFonts w:ascii="Noor_Titr" w:hAnsi="Noor_Titr" w:cs="B Lotus"/>
          <w:color w:val="000000" w:themeColor="text1"/>
          <w:rtl/>
        </w:rPr>
        <w:t>ج 7</w:t>
      </w:r>
      <w:r w:rsidRPr="00912C84">
        <w:rPr>
          <w:rFonts w:ascii="Noor_Titr" w:hAnsi="Noor_Titr" w:cs="B Lotus" w:hint="cs"/>
          <w:color w:val="000000" w:themeColor="text1"/>
          <w:rtl/>
        </w:rPr>
        <w:t>، ص: 230</w:t>
      </w:r>
    </w:p>
  </w:footnote>
  <w:footnote w:id="3">
    <w:p w:rsidR="00912C84" w:rsidRDefault="00912C84">
      <w:pPr>
        <w:pStyle w:val="a1"/>
        <w:rPr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r w:rsidRPr="00912C84">
        <w:rPr>
          <w:rFonts w:ascii="Noor_Titr" w:hAnsi="Noor_Titr" w:cs="B Lotus" w:hint="cs"/>
          <w:color w:val="000000" w:themeColor="text1"/>
          <w:rtl/>
        </w:rPr>
        <w:t xml:space="preserve">من لا </w:t>
      </w:r>
      <w:r w:rsidR="00D1280E">
        <w:rPr>
          <w:rFonts w:ascii="Noor_Titr" w:hAnsi="Noor_Titr" w:cs="B Lotus" w:hint="cs"/>
          <w:color w:val="000000" w:themeColor="text1"/>
          <w:rtl/>
        </w:rPr>
        <w:t>ی</w:t>
      </w:r>
      <w:r w:rsidRPr="00912C84">
        <w:rPr>
          <w:rFonts w:ascii="Noor_Titr" w:hAnsi="Noor_Titr" w:cs="B Lotus" w:hint="cs"/>
          <w:color w:val="000000" w:themeColor="text1"/>
          <w:rtl/>
        </w:rPr>
        <w:t>حضره الفق</w:t>
      </w:r>
      <w:r w:rsidR="00D1280E">
        <w:rPr>
          <w:rFonts w:ascii="Noor_Titr" w:hAnsi="Noor_Titr" w:cs="B Lotus" w:hint="cs"/>
          <w:color w:val="000000" w:themeColor="text1"/>
          <w:rtl/>
        </w:rPr>
        <w:t>ی</w:t>
      </w:r>
      <w:r w:rsidRPr="00912C84">
        <w:rPr>
          <w:rFonts w:ascii="Noor_Titr" w:hAnsi="Noor_Titr" w:cs="B Lotus" w:hint="cs"/>
          <w:color w:val="000000" w:themeColor="text1"/>
          <w:rtl/>
        </w:rPr>
        <w:t xml:space="preserve">ه؛ </w:t>
      </w:r>
      <w:r w:rsidR="00D1280E">
        <w:rPr>
          <w:rFonts w:ascii="Noor_Titr" w:hAnsi="Noor_Titr" w:cs="B Lotus"/>
          <w:color w:val="000000" w:themeColor="text1"/>
          <w:rtl/>
        </w:rPr>
        <w:t>ج 4</w:t>
      </w:r>
      <w:r w:rsidRPr="00912C84">
        <w:rPr>
          <w:rFonts w:ascii="Noor_Titr" w:hAnsi="Noor_Titr" w:cs="B Lotus" w:hint="cs"/>
          <w:color w:val="000000" w:themeColor="text1"/>
          <w:rtl/>
        </w:rPr>
        <w:t>، ص: 62</w:t>
      </w:r>
    </w:p>
  </w:footnote>
  <w:footnote w:id="4">
    <w:p w:rsidR="00912C84" w:rsidRDefault="00912C84">
      <w:pPr>
        <w:pStyle w:val="a1"/>
        <w:rPr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r w:rsidRPr="00912C84">
        <w:rPr>
          <w:rFonts w:ascii="Noor_Titr" w:hAnsi="Noor_Titr" w:cs="B Lotus" w:hint="cs"/>
          <w:color w:val="000000" w:themeColor="text1"/>
          <w:rtl/>
        </w:rPr>
        <w:t>تهذ</w:t>
      </w:r>
      <w:r w:rsidR="00D1280E">
        <w:rPr>
          <w:rFonts w:ascii="Noor_Titr" w:hAnsi="Noor_Titr" w:cs="B Lotus" w:hint="cs"/>
          <w:color w:val="000000" w:themeColor="text1"/>
          <w:rtl/>
        </w:rPr>
        <w:t>ی</w:t>
      </w:r>
      <w:r w:rsidRPr="00912C84">
        <w:rPr>
          <w:rFonts w:ascii="Noor_Titr" w:hAnsi="Noor_Titr" w:cs="B Lotus" w:hint="cs"/>
          <w:color w:val="000000" w:themeColor="text1"/>
          <w:rtl/>
        </w:rPr>
        <w:t>ب الأح</w:t>
      </w:r>
      <w:r w:rsidR="00D1280E">
        <w:rPr>
          <w:rFonts w:ascii="Noor_Titr" w:hAnsi="Noor_Titr" w:cs="B Lotus" w:hint="cs"/>
          <w:color w:val="000000" w:themeColor="text1"/>
          <w:rtl/>
        </w:rPr>
        <w:t>ک</w:t>
      </w:r>
      <w:r w:rsidRPr="00912C84">
        <w:rPr>
          <w:rFonts w:ascii="Noor_Titr" w:hAnsi="Noor_Titr" w:cs="B Lotus" w:hint="cs"/>
          <w:color w:val="000000" w:themeColor="text1"/>
          <w:rtl/>
        </w:rPr>
        <w:t xml:space="preserve">ام؛ </w:t>
      </w:r>
      <w:r w:rsidR="00D1280E">
        <w:rPr>
          <w:rFonts w:ascii="Noor_Titr" w:hAnsi="Noor_Titr" w:cs="B Lotus"/>
          <w:color w:val="000000" w:themeColor="text1"/>
          <w:rtl/>
        </w:rPr>
        <w:t>ج 10</w:t>
      </w:r>
      <w:r w:rsidRPr="00912C84">
        <w:rPr>
          <w:rFonts w:ascii="Noor_Titr" w:hAnsi="Noor_Titr" w:cs="B Lotus" w:hint="cs"/>
          <w:color w:val="000000" w:themeColor="text1"/>
          <w:rtl/>
        </w:rPr>
        <w:t>، ص: 130</w:t>
      </w:r>
    </w:p>
  </w:footnote>
  <w:footnote w:id="5">
    <w:p w:rsidR="00912C84" w:rsidRDefault="00912C84">
      <w:pPr>
        <w:pStyle w:val="a1"/>
        <w:rPr>
          <w:rtl/>
        </w:rPr>
      </w:pPr>
      <w:r>
        <w:rPr>
          <w:rStyle w:val="aff1"/>
        </w:rPr>
        <w:footnoteRef/>
      </w:r>
      <w:r>
        <w:rPr>
          <w:rtl/>
        </w:rPr>
        <w:t xml:space="preserve"> </w:t>
      </w:r>
      <w:r w:rsidRPr="00912C84">
        <w:rPr>
          <w:rFonts w:ascii="Noor_Titr" w:hAnsi="Noor_Titr" w:cs="B Lotus" w:hint="cs"/>
          <w:color w:val="000000" w:themeColor="text1"/>
          <w:rtl/>
        </w:rPr>
        <w:t>تهذ</w:t>
      </w:r>
      <w:r w:rsidR="00D1280E">
        <w:rPr>
          <w:rFonts w:ascii="Noor_Titr" w:hAnsi="Noor_Titr" w:cs="B Lotus" w:hint="cs"/>
          <w:color w:val="000000" w:themeColor="text1"/>
          <w:rtl/>
        </w:rPr>
        <w:t>ی</w:t>
      </w:r>
      <w:r w:rsidRPr="00912C84">
        <w:rPr>
          <w:rFonts w:ascii="Noor_Titr" w:hAnsi="Noor_Titr" w:cs="B Lotus" w:hint="cs"/>
          <w:color w:val="000000" w:themeColor="text1"/>
          <w:rtl/>
        </w:rPr>
        <w:t>ب الأح</w:t>
      </w:r>
      <w:r w:rsidR="00D1280E">
        <w:rPr>
          <w:rFonts w:ascii="Noor_Titr" w:hAnsi="Noor_Titr" w:cs="B Lotus" w:hint="cs"/>
          <w:color w:val="000000" w:themeColor="text1"/>
          <w:rtl/>
        </w:rPr>
        <w:t>ک</w:t>
      </w:r>
      <w:r w:rsidRPr="00912C84">
        <w:rPr>
          <w:rFonts w:ascii="Noor_Titr" w:hAnsi="Noor_Titr" w:cs="B Lotus" w:hint="cs"/>
          <w:color w:val="000000" w:themeColor="text1"/>
          <w:rtl/>
        </w:rPr>
        <w:t xml:space="preserve">ام؛ </w:t>
      </w:r>
      <w:r w:rsidR="00D1280E">
        <w:rPr>
          <w:rFonts w:ascii="Noor_Titr" w:hAnsi="Noor_Titr" w:cs="B Lotus"/>
          <w:color w:val="000000" w:themeColor="text1"/>
          <w:rtl/>
        </w:rPr>
        <w:t>ج 10</w:t>
      </w:r>
      <w:r w:rsidRPr="00912C84">
        <w:rPr>
          <w:rFonts w:ascii="Noor_Titr" w:hAnsi="Noor_Titr" w:cs="B Lotus" w:hint="cs"/>
          <w:color w:val="000000" w:themeColor="text1"/>
          <w:rtl/>
        </w:rPr>
        <w:t>، ص: 130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E26B4B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5171FF" wp14:editId="2B8EEA1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C5E235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  <w:lang w:bidi="fa-IR"/>
      </w:rPr>
      <w:drawing>
        <wp:inline distT="0" distB="0" distL="0" distR="0" wp14:anchorId="24B6BBB6" wp14:editId="114C02A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 w:rsidR="00D1280E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E26B4B">
      <w:rPr>
        <w:rFonts w:ascii="IranNastaliq" w:hAnsi="IranNastaliq" w:cs="IranNastaliq" w:hint="cs"/>
        <w:sz w:val="40"/>
        <w:szCs w:val="40"/>
        <w:rtl/>
      </w:rPr>
      <w:t>880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B4B"/>
    <w:rsid w:val="000170F3"/>
    <w:rsid w:val="000228A2"/>
    <w:rsid w:val="000324F1"/>
    <w:rsid w:val="00041F19"/>
    <w:rsid w:val="00052BA3"/>
    <w:rsid w:val="00052F87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276D5"/>
    <w:rsid w:val="00133E1D"/>
    <w:rsid w:val="0013617D"/>
    <w:rsid w:val="00136442"/>
    <w:rsid w:val="00150D4B"/>
    <w:rsid w:val="00152670"/>
    <w:rsid w:val="00166DD8"/>
    <w:rsid w:val="001712D6"/>
    <w:rsid w:val="00173601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13C9E"/>
    <w:rsid w:val="00220E50"/>
    <w:rsid w:val="00224C0A"/>
    <w:rsid w:val="002376A5"/>
    <w:rsid w:val="002417C9"/>
    <w:rsid w:val="0024698A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41909"/>
    <w:rsid w:val="00366400"/>
    <w:rsid w:val="00396F28"/>
    <w:rsid w:val="003A1A05"/>
    <w:rsid w:val="003A2654"/>
    <w:rsid w:val="003B6B7E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7294B"/>
    <w:rsid w:val="004B337F"/>
    <w:rsid w:val="004F3596"/>
    <w:rsid w:val="00572E2D"/>
    <w:rsid w:val="005731AE"/>
    <w:rsid w:val="00592103"/>
    <w:rsid w:val="00596ACE"/>
    <w:rsid w:val="005A545E"/>
    <w:rsid w:val="005A5862"/>
    <w:rsid w:val="005B0852"/>
    <w:rsid w:val="005C06AE"/>
    <w:rsid w:val="00610C18"/>
    <w:rsid w:val="0061376C"/>
    <w:rsid w:val="00636EFA"/>
    <w:rsid w:val="006428CE"/>
    <w:rsid w:val="006558B1"/>
    <w:rsid w:val="0066229C"/>
    <w:rsid w:val="006851B3"/>
    <w:rsid w:val="0069696C"/>
    <w:rsid w:val="006A085A"/>
    <w:rsid w:val="006B76E8"/>
    <w:rsid w:val="006D3A87"/>
    <w:rsid w:val="006F01B4"/>
    <w:rsid w:val="00713139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119C"/>
    <w:rsid w:val="008407A4"/>
    <w:rsid w:val="00845CC4"/>
    <w:rsid w:val="008644F4"/>
    <w:rsid w:val="0087630D"/>
    <w:rsid w:val="00883733"/>
    <w:rsid w:val="008965D2"/>
    <w:rsid w:val="008A236D"/>
    <w:rsid w:val="008B565A"/>
    <w:rsid w:val="008C3414"/>
    <w:rsid w:val="008D36D5"/>
    <w:rsid w:val="008F0101"/>
    <w:rsid w:val="008F63E3"/>
    <w:rsid w:val="00912C84"/>
    <w:rsid w:val="00913C3B"/>
    <w:rsid w:val="00915509"/>
    <w:rsid w:val="00927388"/>
    <w:rsid w:val="009274FE"/>
    <w:rsid w:val="009401AC"/>
    <w:rsid w:val="009613AC"/>
    <w:rsid w:val="009665AF"/>
    <w:rsid w:val="00980643"/>
    <w:rsid w:val="009B61C3"/>
    <w:rsid w:val="009C7B4F"/>
    <w:rsid w:val="009D5853"/>
    <w:rsid w:val="009F49D6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7B5"/>
    <w:rsid w:val="00AF0F1A"/>
    <w:rsid w:val="00AF3CB9"/>
    <w:rsid w:val="00B15027"/>
    <w:rsid w:val="00B17F84"/>
    <w:rsid w:val="00B21CF4"/>
    <w:rsid w:val="00B24300"/>
    <w:rsid w:val="00B63F15"/>
    <w:rsid w:val="00BB5F7E"/>
    <w:rsid w:val="00BC26F6"/>
    <w:rsid w:val="00BC3CBE"/>
    <w:rsid w:val="00BD3122"/>
    <w:rsid w:val="00BD40DA"/>
    <w:rsid w:val="00BF3471"/>
    <w:rsid w:val="00C160AF"/>
    <w:rsid w:val="00C22299"/>
    <w:rsid w:val="00C25609"/>
    <w:rsid w:val="00C26607"/>
    <w:rsid w:val="00C60D75"/>
    <w:rsid w:val="00C64CEA"/>
    <w:rsid w:val="00C65657"/>
    <w:rsid w:val="00C73012"/>
    <w:rsid w:val="00C763DD"/>
    <w:rsid w:val="00C84FC0"/>
    <w:rsid w:val="00C9244A"/>
    <w:rsid w:val="00CB5DA3"/>
    <w:rsid w:val="00CC03A9"/>
    <w:rsid w:val="00CE31E6"/>
    <w:rsid w:val="00CE3B74"/>
    <w:rsid w:val="00CE5A27"/>
    <w:rsid w:val="00CF42E2"/>
    <w:rsid w:val="00CF7916"/>
    <w:rsid w:val="00D1280E"/>
    <w:rsid w:val="00D158F3"/>
    <w:rsid w:val="00D3665C"/>
    <w:rsid w:val="00D41384"/>
    <w:rsid w:val="00D44FA8"/>
    <w:rsid w:val="00D508CC"/>
    <w:rsid w:val="00D50F4B"/>
    <w:rsid w:val="00D60547"/>
    <w:rsid w:val="00D66444"/>
    <w:rsid w:val="00DB28BB"/>
    <w:rsid w:val="00DB2FAF"/>
    <w:rsid w:val="00DC3CF9"/>
    <w:rsid w:val="00DC603F"/>
    <w:rsid w:val="00DD3C0D"/>
    <w:rsid w:val="00DD4864"/>
    <w:rsid w:val="00DD71A2"/>
    <w:rsid w:val="00DE0695"/>
    <w:rsid w:val="00DE32E6"/>
    <w:rsid w:val="00E0639C"/>
    <w:rsid w:val="00E067E6"/>
    <w:rsid w:val="00E12531"/>
    <w:rsid w:val="00E143B0"/>
    <w:rsid w:val="00E16274"/>
    <w:rsid w:val="00E173E9"/>
    <w:rsid w:val="00E26B4B"/>
    <w:rsid w:val="00E279BC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5914"/>
    <w:rsid w:val="00F67976"/>
    <w:rsid w:val="00F70BE1"/>
    <w:rsid w:val="00FC0862"/>
    <w:rsid w:val="00FC6AB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E26B4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rsid w:val="00017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912C84"/>
    <w:rPr>
      <w:vertAlign w:val="superscript"/>
    </w:rPr>
  </w:style>
  <w:style w:type="character" w:styleId="aff2">
    <w:name w:val="Hyperlink"/>
    <w:basedOn w:val="a2"/>
    <w:uiPriority w:val="99"/>
    <w:unhideWhenUsed/>
    <w:rsid w:val="00F659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E26B4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A236D"/>
    <w:pPr>
      <w:outlineLvl w:val="3"/>
    </w:p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A236D"/>
    <w:rPr>
      <w:rFonts w:eastAsia="2  Lotus" w:cs="2  Badr"/>
      <w:sz w:val="72"/>
      <w:szCs w:val="32"/>
    </w:rPr>
  </w:style>
  <w:style w:type="character" w:customStyle="1" w:styleId="50">
    <w:name w:val="سرصفحه 5 نویسه"/>
    <w:link w:val="5"/>
    <w:uiPriority w:val="9"/>
    <w:rsid w:val="008A236D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21">
    <w:name w:val="toc 2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a5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60">
    <w:name w:val="سرصفحه 6 نویسه"/>
    <w:link w:val="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ab">
    <w:name w:val="caption"/>
    <w:basedOn w:val="a"/>
    <w:next w:val="a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ac">
    <w:name w:val="Title"/>
    <w:basedOn w:val="a"/>
    <w:next w:val="a"/>
    <w:link w:val="ad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ad">
    <w:name w:val="عنوان نویسه"/>
    <w:link w:val="ac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af">
    <w:name w:val="زیر نویس نویسه"/>
    <w:aliases w:val="پاورقي نویسه"/>
    <w:link w:val="a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8A236D"/>
    <w:rPr>
      <w:rFonts w:eastAsia="2  Lotus" w:cs="2  Badr"/>
      <w:sz w:val="72"/>
      <w:szCs w:val="32"/>
    </w:rPr>
  </w:style>
  <w:style w:type="paragraph" w:styleId="af1">
    <w:name w:val="List Paragraph"/>
    <w:basedOn w:val="a"/>
    <w:link w:val="af2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af2">
    <w:name w:val="لیست پاراگراف نویسه"/>
    <w:link w:val="af1"/>
    <w:uiPriority w:val="34"/>
    <w:rsid w:val="008A236D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af4">
    <w:name w:val="نقل قول نویسه"/>
    <w:link w:val="af3"/>
    <w:uiPriority w:val="29"/>
    <w:rsid w:val="008A236D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af6">
    <w:name w:val="نقل قول قوی نویسه"/>
    <w:link w:val="af5"/>
    <w:uiPriority w:val="30"/>
    <w:rsid w:val="008A236D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rsid w:val="00017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aff1">
    <w:name w:val="footnote reference"/>
    <w:basedOn w:val="a2"/>
    <w:uiPriority w:val="99"/>
    <w:semiHidden/>
    <w:unhideWhenUsed/>
    <w:rsid w:val="00912C84"/>
    <w:rPr>
      <w:vertAlign w:val="superscript"/>
    </w:rPr>
  </w:style>
  <w:style w:type="character" w:styleId="aff2">
    <w:name w:val="Hyperlink"/>
    <w:basedOn w:val="a2"/>
    <w:uiPriority w:val="99"/>
    <w:unhideWhenUsed/>
    <w:rsid w:val="00F659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D6489-A455-4BC4-8699-3BB395997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933</TotalTime>
  <Pages>8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110</cp:lastModifiedBy>
  <cp:revision>41</cp:revision>
  <dcterms:created xsi:type="dcterms:W3CDTF">2014-11-18T06:26:00Z</dcterms:created>
  <dcterms:modified xsi:type="dcterms:W3CDTF">2015-07-26T13:25:00Z</dcterms:modified>
</cp:coreProperties>
</file>